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9AB20" w14:textId="77777777" w:rsidR="00E27980" w:rsidRPr="007349F7" w:rsidRDefault="00E27980" w:rsidP="00E27980">
      <w:pPr>
        <w:rPr>
          <w:rFonts w:cs="Arial"/>
          <w:color w:val="000000" w:themeColor="text1"/>
          <w:sz w:val="16"/>
          <w:szCs w:val="16"/>
        </w:rPr>
      </w:pPr>
    </w:p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F81B53" w:rsidRPr="007349F7" w14:paraId="31FDE14D" w14:textId="77777777" w:rsidTr="00AA14F6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14:paraId="4296E5E2" w14:textId="77777777" w:rsidR="00532923" w:rsidRPr="007349F7" w:rsidRDefault="00532923" w:rsidP="001F529C">
            <w:pPr>
              <w:tabs>
                <w:tab w:val="left" w:pos="3960"/>
                <w:tab w:val="left" w:pos="4320"/>
              </w:tabs>
              <w:jc w:val="left"/>
              <w:rPr>
                <w:rFonts w:cs="Arial"/>
                <w:bCs/>
                <w:color w:val="000000" w:themeColor="text1"/>
                <w:sz w:val="30"/>
                <w:szCs w:val="30"/>
              </w:rPr>
            </w:pPr>
            <w:r w:rsidRPr="007349F7">
              <w:rPr>
                <w:rFonts w:cs="Arial"/>
                <w:bCs/>
                <w:color w:val="000000" w:themeColor="text1"/>
                <w:sz w:val="30"/>
                <w:szCs w:val="30"/>
              </w:rPr>
              <w:t>OBSAH</w:t>
            </w:r>
          </w:p>
        </w:tc>
      </w:tr>
    </w:tbl>
    <w:p w14:paraId="73B90469" w14:textId="77777777" w:rsidR="006744BF" w:rsidRPr="007349F7" w:rsidRDefault="006744BF" w:rsidP="00DD3884">
      <w:pPr>
        <w:rPr>
          <w:rFonts w:cs="Arial"/>
        </w:rPr>
      </w:pPr>
    </w:p>
    <w:p w14:paraId="1BEB2E40" w14:textId="77777777" w:rsidR="00F6635F" w:rsidRPr="007349F7" w:rsidRDefault="00F6635F" w:rsidP="00F6635F">
      <w:pPr>
        <w:tabs>
          <w:tab w:val="right" w:pos="8505"/>
        </w:tabs>
        <w:rPr>
          <w:rFonts w:cs="Arial"/>
          <w:bCs/>
          <w:color w:val="000000" w:themeColor="text1"/>
        </w:rPr>
      </w:pPr>
      <w:r w:rsidRPr="007349F7">
        <w:rPr>
          <w:rFonts w:cs="Arial"/>
          <w:b/>
          <w:bCs/>
          <w:color w:val="000000" w:themeColor="text1"/>
        </w:rPr>
        <w:tab/>
      </w:r>
      <w:r w:rsidRPr="007349F7">
        <w:rPr>
          <w:rFonts w:cs="Arial"/>
          <w:bCs/>
          <w:color w:val="000000" w:themeColor="text1"/>
        </w:rPr>
        <w:t>strana</w:t>
      </w:r>
    </w:p>
    <w:p w14:paraId="02B40D27" w14:textId="2DF21519" w:rsidR="00F301B3" w:rsidRDefault="00E33173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r w:rsidRPr="007349F7">
        <w:rPr>
          <w:rFonts w:cs="Arial"/>
          <w:color w:val="000000" w:themeColor="text1"/>
        </w:rPr>
        <w:fldChar w:fldCharType="begin"/>
      </w:r>
      <w:r w:rsidR="00952B1F" w:rsidRPr="007349F7">
        <w:rPr>
          <w:rFonts w:cs="Arial"/>
          <w:color w:val="000000" w:themeColor="text1"/>
        </w:rPr>
        <w:instrText xml:space="preserve"> TOC \o \h \z \u </w:instrText>
      </w:r>
      <w:r w:rsidRPr="007349F7">
        <w:rPr>
          <w:rFonts w:cs="Arial"/>
          <w:color w:val="000000" w:themeColor="text1"/>
        </w:rPr>
        <w:fldChar w:fldCharType="separate"/>
      </w:r>
      <w:hyperlink w:anchor="_Toc194843635" w:history="1">
        <w:r w:rsidR="00F301B3" w:rsidRPr="00D83118">
          <w:rPr>
            <w:rStyle w:val="Hypertextovodkaz"/>
            <w:rFonts w:cs="Arial"/>
            <w:noProof/>
          </w:rPr>
          <w:t>1.</w:t>
        </w:r>
        <w:r w:rsidR="00F301B3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F301B3" w:rsidRPr="00D83118">
          <w:rPr>
            <w:rStyle w:val="Hypertextovodkaz"/>
            <w:rFonts w:cs="Arial"/>
            <w:noProof/>
          </w:rPr>
          <w:t>Úvod</w:t>
        </w:r>
        <w:r w:rsidR="00F301B3">
          <w:rPr>
            <w:noProof/>
            <w:webHidden/>
          </w:rPr>
          <w:tab/>
        </w:r>
        <w:r w:rsidR="00F301B3">
          <w:rPr>
            <w:noProof/>
            <w:webHidden/>
          </w:rPr>
          <w:fldChar w:fldCharType="begin"/>
        </w:r>
        <w:r w:rsidR="00F301B3">
          <w:rPr>
            <w:noProof/>
            <w:webHidden/>
          </w:rPr>
          <w:instrText xml:space="preserve"> PAGEREF _Toc194843635 \h </w:instrText>
        </w:r>
        <w:r w:rsidR="00F301B3">
          <w:rPr>
            <w:noProof/>
            <w:webHidden/>
          </w:rPr>
        </w:r>
        <w:r w:rsidR="00F301B3">
          <w:rPr>
            <w:noProof/>
            <w:webHidden/>
          </w:rPr>
          <w:fldChar w:fldCharType="separate"/>
        </w:r>
        <w:r w:rsidR="00F301B3">
          <w:rPr>
            <w:noProof/>
            <w:webHidden/>
          </w:rPr>
          <w:t>2</w:t>
        </w:r>
        <w:r w:rsidR="00F301B3">
          <w:rPr>
            <w:noProof/>
            <w:webHidden/>
          </w:rPr>
          <w:fldChar w:fldCharType="end"/>
        </w:r>
      </w:hyperlink>
    </w:p>
    <w:p w14:paraId="50694B89" w14:textId="486BE3C3" w:rsidR="00F301B3" w:rsidRDefault="00F301B3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843636" w:history="1">
        <w:r w:rsidRPr="00D83118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83118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_Toc194843636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283B3B7" w14:textId="2E5BEA7F" w:rsidR="00F301B3" w:rsidRDefault="00F301B3">
      <w:pPr>
        <w:pStyle w:val="Obsah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843637" w:history="1">
        <w:r w:rsidRPr="00D83118">
          <w:rPr>
            <w:rStyle w:val="Hypertextovodkaz"/>
            <w:noProof/>
          </w:rPr>
          <w:t>1.1.1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83118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_Toc194843637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192685E" w14:textId="0948EE8B" w:rsidR="00F301B3" w:rsidRDefault="00F301B3">
      <w:pPr>
        <w:pStyle w:val="Obsah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843638" w:history="1">
        <w:r w:rsidRPr="00D83118">
          <w:rPr>
            <w:rStyle w:val="Hypertextovodkaz"/>
            <w:noProof/>
          </w:rPr>
          <w:t>1.1.2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83118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_Toc194843638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8BAC5C7" w14:textId="78A3DF49" w:rsidR="00F301B3" w:rsidRDefault="00F301B3">
      <w:pPr>
        <w:pStyle w:val="Obsah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843639" w:history="1">
        <w:r w:rsidRPr="00D83118">
          <w:rPr>
            <w:rStyle w:val="Hypertextovodkaz"/>
            <w:noProof/>
          </w:rPr>
          <w:t>1.1.3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83118">
          <w:rPr>
            <w:rStyle w:val="Hypertextovodkaz"/>
            <w:noProof/>
          </w:rPr>
          <w:t>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_Toc194843639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0421ECA" w14:textId="1624C15B" w:rsidR="00F301B3" w:rsidRDefault="00F301B3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4843640" w:history="1">
        <w:r w:rsidRPr="00D83118">
          <w:rPr>
            <w:rStyle w:val="Hypertextovodkaz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D83118">
          <w:rPr>
            <w:rStyle w:val="Hypertextovodkaz"/>
            <w:rFonts w:cs="Arial"/>
            <w:noProof/>
          </w:rPr>
          <w:t>ČLENĚNÍ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_Toc194843640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3A3E767" w14:textId="74AE24DB" w:rsidR="00F301B3" w:rsidRDefault="00F301B3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194843641" w:history="1">
        <w:r w:rsidRPr="00D83118">
          <w:rPr>
            <w:rStyle w:val="Hypertextovodkaz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D83118">
          <w:rPr>
            <w:rStyle w:val="Hypertextovodkaz"/>
            <w:rFonts w:cs="Arial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_Toc194843641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A3775AD" w14:textId="61F120D9" w:rsidR="00C46FD3" w:rsidRPr="007349F7" w:rsidRDefault="00E33173" w:rsidP="00D95B8E">
      <w:pPr>
        <w:pStyle w:val="Obsah5"/>
        <w:rPr>
          <w:rFonts w:cs="Arial"/>
        </w:rPr>
      </w:pPr>
      <w:r w:rsidRPr="007349F7">
        <w:rPr>
          <w:rFonts w:cs="Arial"/>
        </w:rPr>
        <w:fldChar w:fldCharType="end"/>
      </w:r>
    </w:p>
    <w:p w14:paraId="6CAA69DA" w14:textId="77777777" w:rsidR="00C46FD3" w:rsidRPr="007349F7" w:rsidRDefault="00C46FD3" w:rsidP="00D95B8E">
      <w:pPr>
        <w:pStyle w:val="Obsah5"/>
        <w:rPr>
          <w:rFonts w:cs="Arial"/>
          <w:color w:val="000000" w:themeColor="text1"/>
        </w:rPr>
      </w:pPr>
      <w:bookmarkStart w:id="0" w:name="_Toc167240464"/>
      <w:bookmarkStart w:id="1" w:name="_Toc170478967"/>
    </w:p>
    <w:p w14:paraId="60ABCD19" w14:textId="77777777" w:rsidR="00C46FD3" w:rsidRPr="007349F7" w:rsidRDefault="00C46FD3" w:rsidP="00D95B8E">
      <w:pPr>
        <w:pStyle w:val="Obsah5"/>
        <w:rPr>
          <w:rFonts w:cs="Arial"/>
          <w:color w:val="000000" w:themeColor="text1"/>
        </w:rPr>
      </w:pPr>
    </w:p>
    <w:p w14:paraId="39E8307E" w14:textId="77777777" w:rsidR="00693245" w:rsidRPr="007349F7" w:rsidRDefault="00B47B01" w:rsidP="00D95B8E">
      <w:pPr>
        <w:pStyle w:val="Obsah5"/>
        <w:rPr>
          <w:rFonts w:cs="Arial"/>
          <w:color w:val="000000" w:themeColor="text1"/>
        </w:rPr>
      </w:pPr>
      <w:r w:rsidRPr="007349F7">
        <w:rPr>
          <w:rFonts w:cs="Arial"/>
          <w:color w:val="000000" w:themeColor="text1"/>
        </w:rPr>
        <w:tab/>
      </w:r>
      <w:r w:rsidRPr="007349F7">
        <w:rPr>
          <w:rFonts w:cs="Arial"/>
          <w:color w:val="000000" w:themeColor="text1"/>
        </w:rPr>
        <w:tab/>
      </w:r>
    </w:p>
    <w:p w14:paraId="4B37675C" w14:textId="0089010D" w:rsidR="0020052F" w:rsidRDefault="0020052F">
      <w:pPr>
        <w:jc w:val="left"/>
        <w:rPr>
          <w:rFonts w:cs="Arial"/>
        </w:rPr>
      </w:pPr>
      <w:bookmarkStart w:id="2" w:name="_Toc283724887"/>
      <w:r>
        <w:rPr>
          <w:rFonts w:cs="Arial"/>
        </w:rPr>
        <w:br w:type="page"/>
      </w:r>
    </w:p>
    <w:p w14:paraId="22FA0C91" w14:textId="77777777" w:rsidR="001F529C" w:rsidRPr="007349F7" w:rsidRDefault="001F529C" w:rsidP="001F529C">
      <w:pPr>
        <w:rPr>
          <w:rFonts w:cs="Arial"/>
        </w:rPr>
      </w:pPr>
    </w:p>
    <w:p w14:paraId="278516E1" w14:textId="77777777" w:rsidR="004A0786" w:rsidRPr="007349F7" w:rsidRDefault="00292FE9" w:rsidP="00161E6A">
      <w:pPr>
        <w:pStyle w:val="Nadpis1"/>
        <w:rPr>
          <w:rFonts w:cs="Arial"/>
        </w:rPr>
      </w:pPr>
      <w:bookmarkStart w:id="3" w:name="_Toc194843635"/>
      <w:bookmarkEnd w:id="0"/>
      <w:bookmarkEnd w:id="1"/>
      <w:bookmarkEnd w:id="2"/>
      <w:r w:rsidRPr="007349F7">
        <w:rPr>
          <w:rFonts w:cs="Arial"/>
        </w:rPr>
        <w:t>Úvod</w:t>
      </w:r>
      <w:bookmarkEnd w:id="3"/>
      <w:r w:rsidR="004A0786" w:rsidRPr="007349F7">
        <w:rPr>
          <w:rFonts w:cs="Arial"/>
        </w:rPr>
        <w:t xml:space="preserve"> </w:t>
      </w:r>
    </w:p>
    <w:p w14:paraId="37CB8324" w14:textId="77777777" w:rsidR="00292FE9" w:rsidRPr="007349F7" w:rsidRDefault="00292FE9" w:rsidP="00161E6A">
      <w:pPr>
        <w:pStyle w:val="Nadpis2"/>
      </w:pPr>
      <w:bookmarkStart w:id="4" w:name="_Toc194843636"/>
      <w:r w:rsidRPr="007349F7">
        <w:t>Identifikační údaje</w:t>
      </w:r>
      <w:bookmarkEnd w:id="4"/>
    </w:p>
    <w:p w14:paraId="1572C7E9" w14:textId="77777777" w:rsidR="004A0786" w:rsidRPr="007349F7" w:rsidRDefault="004A0786" w:rsidP="00292FE9">
      <w:pPr>
        <w:pStyle w:val="Nadpis3"/>
      </w:pPr>
      <w:bookmarkStart w:id="5" w:name="_Toc194843637"/>
      <w:r w:rsidRPr="007349F7">
        <w:t>Údaje o stavbě</w:t>
      </w:r>
      <w:bookmarkEnd w:id="5"/>
      <w:r w:rsidRPr="007349F7">
        <w:t xml:space="preserve"> </w:t>
      </w:r>
    </w:p>
    <w:p w14:paraId="151B2145" w14:textId="4D513498" w:rsidR="007B6BF7" w:rsidRDefault="009F0A34" w:rsidP="00891E2D">
      <w:pPr>
        <w:tabs>
          <w:tab w:val="left" w:pos="2410"/>
        </w:tabs>
        <w:spacing w:after="120"/>
        <w:rPr>
          <w:rFonts w:cs="Arial"/>
        </w:rPr>
      </w:pPr>
      <w:r w:rsidRPr="007349F7">
        <w:rPr>
          <w:rFonts w:cs="Arial"/>
        </w:rPr>
        <w:t>Název stavby:</w:t>
      </w:r>
      <w:r w:rsidRPr="007349F7">
        <w:rPr>
          <w:rFonts w:cs="Arial"/>
        </w:rPr>
        <w:tab/>
      </w:r>
      <w:r w:rsidR="0063327A" w:rsidRPr="0063327A">
        <w:rPr>
          <w:rFonts w:cs="Arial"/>
        </w:rPr>
        <w:t>Revitalizace ploch na umístění kontejnerů na tříděný odpad</w:t>
      </w:r>
    </w:p>
    <w:p w14:paraId="18D2A7D6" w14:textId="52F4B49D" w:rsidR="004A0786" w:rsidRPr="007349F7" w:rsidRDefault="009F0A34" w:rsidP="00891E2D">
      <w:pPr>
        <w:tabs>
          <w:tab w:val="left" w:pos="2410"/>
        </w:tabs>
        <w:spacing w:after="120"/>
        <w:rPr>
          <w:rFonts w:cs="Arial"/>
        </w:rPr>
      </w:pPr>
      <w:r w:rsidRPr="007349F7">
        <w:rPr>
          <w:rFonts w:cs="Arial"/>
        </w:rPr>
        <w:t>Místo stavby:</w:t>
      </w:r>
      <w:r w:rsidRPr="007349F7">
        <w:rPr>
          <w:rFonts w:cs="Arial"/>
        </w:rPr>
        <w:tab/>
      </w:r>
      <w:r w:rsidR="00836398">
        <w:rPr>
          <w:rFonts w:cs="Arial"/>
        </w:rPr>
        <w:t xml:space="preserve">Praha </w:t>
      </w:r>
      <w:r w:rsidR="0063327A">
        <w:rPr>
          <w:rFonts w:cs="Arial"/>
        </w:rPr>
        <w:t>12</w:t>
      </w:r>
    </w:p>
    <w:p w14:paraId="647D6B6C" w14:textId="364FFC3F" w:rsidR="00304521" w:rsidRPr="007349F7" w:rsidRDefault="009F0A34" w:rsidP="00891E2D">
      <w:pPr>
        <w:tabs>
          <w:tab w:val="left" w:pos="2410"/>
        </w:tabs>
        <w:spacing w:after="120"/>
        <w:rPr>
          <w:rFonts w:cs="Arial"/>
        </w:rPr>
      </w:pPr>
      <w:r w:rsidRPr="007349F7">
        <w:rPr>
          <w:rFonts w:cs="Arial"/>
        </w:rPr>
        <w:t>K</w:t>
      </w:r>
      <w:r w:rsidR="00304521" w:rsidRPr="007349F7">
        <w:rPr>
          <w:rFonts w:cs="Arial"/>
        </w:rPr>
        <w:t>atastrální území</w:t>
      </w:r>
      <w:r w:rsidRPr="007349F7">
        <w:rPr>
          <w:rFonts w:cs="Arial"/>
        </w:rPr>
        <w:t>:</w:t>
      </w:r>
      <w:r w:rsidRPr="007349F7">
        <w:rPr>
          <w:rFonts w:cs="Arial"/>
        </w:rPr>
        <w:tab/>
      </w:r>
      <w:r w:rsidR="0063327A">
        <w:rPr>
          <w:rFonts w:cs="Arial"/>
        </w:rPr>
        <w:t>Modřany, Komořany, Kamýk</w:t>
      </w:r>
    </w:p>
    <w:p w14:paraId="3A8EEE4B" w14:textId="77777777" w:rsidR="007B6589" w:rsidRPr="007349F7" w:rsidRDefault="007B6589" w:rsidP="004A0786">
      <w:pPr>
        <w:rPr>
          <w:rFonts w:cs="Arial"/>
        </w:rPr>
      </w:pPr>
    </w:p>
    <w:p w14:paraId="185887D8" w14:textId="77777777" w:rsidR="00CF0423" w:rsidRPr="007349F7" w:rsidRDefault="00CF0423" w:rsidP="004A0786">
      <w:pPr>
        <w:rPr>
          <w:rFonts w:cs="Arial"/>
        </w:rPr>
      </w:pPr>
    </w:p>
    <w:p w14:paraId="17601FB8" w14:textId="77777777" w:rsidR="006D2847" w:rsidRPr="007349F7" w:rsidRDefault="006D2847" w:rsidP="00292FE9">
      <w:pPr>
        <w:pStyle w:val="Nadpis3"/>
      </w:pPr>
      <w:bookmarkStart w:id="6" w:name="_Toc352133436"/>
      <w:bookmarkStart w:id="7" w:name="_Toc194843638"/>
      <w:r w:rsidRPr="007349F7">
        <w:t>Údaje o stavebníkovi</w:t>
      </w:r>
      <w:bookmarkEnd w:id="6"/>
      <w:bookmarkEnd w:id="7"/>
      <w:r w:rsidRPr="007349F7">
        <w:t xml:space="preserve"> </w:t>
      </w:r>
    </w:p>
    <w:p w14:paraId="114AF693" w14:textId="2FACFF8D" w:rsidR="00836398" w:rsidRPr="00836398" w:rsidRDefault="006D2847" w:rsidP="00836398">
      <w:pPr>
        <w:tabs>
          <w:tab w:val="left" w:pos="2410"/>
        </w:tabs>
        <w:rPr>
          <w:rFonts w:cs="Arial"/>
        </w:rPr>
      </w:pPr>
      <w:r w:rsidRPr="007349F7">
        <w:rPr>
          <w:rFonts w:cs="Arial"/>
        </w:rPr>
        <w:t>Stavebník / Investor:</w:t>
      </w:r>
      <w:r w:rsidR="007B6589" w:rsidRPr="007349F7">
        <w:rPr>
          <w:rFonts w:cs="Arial"/>
        </w:rPr>
        <w:tab/>
      </w:r>
      <w:r w:rsidR="00836398" w:rsidRPr="00836398">
        <w:rPr>
          <w:rFonts w:cs="Arial"/>
        </w:rPr>
        <w:t xml:space="preserve">Městská část Praha </w:t>
      </w:r>
      <w:r w:rsidR="0063327A">
        <w:rPr>
          <w:rFonts w:cs="Arial"/>
        </w:rPr>
        <w:t>12</w:t>
      </w:r>
    </w:p>
    <w:p w14:paraId="1DF06EEC" w14:textId="62F4357C" w:rsidR="00CF0423" w:rsidRPr="00634274" w:rsidRDefault="00836398" w:rsidP="0063327A">
      <w:pPr>
        <w:tabs>
          <w:tab w:val="left" w:pos="2410"/>
        </w:tabs>
        <w:rPr>
          <w:rFonts w:cs="Arial"/>
          <w:color w:val="FF0000"/>
        </w:rPr>
      </w:pPr>
      <w:r>
        <w:rPr>
          <w:rFonts w:cs="Arial"/>
        </w:rPr>
        <w:tab/>
      </w:r>
      <w:r w:rsidR="0063327A" w:rsidRPr="0007114F">
        <w:rPr>
          <w:rFonts w:eastAsia="Arial" w:cs="Arial"/>
        </w:rPr>
        <w:t>Generála Šišky 2375/6, 143 00 Praha 4</w:t>
      </w:r>
    </w:p>
    <w:p w14:paraId="2BDC2495" w14:textId="77777777" w:rsidR="006D2847" w:rsidRPr="00475F99" w:rsidRDefault="006D2847" w:rsidP="00292FE9">
      <w:pPr>
        <w:pStyle w:val="Nadpis3"/>
      </w:pPr>
      <w:bookmarkStart w:id="8" w:name="_Toc352133437"/>
      <w:bookmarkStart w:id="9" w:name="_Toc194843639"/>
      <w:r w:rsidRPr="00475F99">
        <w:t>Údaje o zpracovateli projektové dokumentace</w:t>
      </w:r>
      <w:bookmarkEnd w:id="8"/>
      <w:bookmarkEnd w:id="9"/>
    </w:p>
    <w:p w14:paraId="37744198" w14:textId="77777777" w:rsidR="00BA092D" w:rsidRPr="00475F99" w:rsidRDefault="00BA092D" w:rsidP="003A684D">
      <w:pPr>
        <w:tabs>
          <w:tab w:val="left" w:pos="2410"/>
        </w:tabs>
        <w:spacing w:after="120"/>
        <w:rPr>
          <w:rFonts w:cs="Arial"/>
          <w:b/>
        </w:rPr>
      </w:pPr>
      <w:r w:rsidRPr="00475F99">
        <w:rPr>
          <w:rFonts w:cs="Arial"/>
          <w:b/>
        </w:rPr>
        <w:t>Generální projektant</w:t>
      </w:r>
    </w:p>
    <w:p w14:paraId="0205396B" w14:textId="5839EA09" w:rsidR="00891E2D" w:rsidRPr="00475F99" w:rsidRDefault="00304521" w:rsidP="00BA092D">
      <w:pPr>
        <w:tabs>
          <w:tab w:val="left" w:pos="2410"/>
        </w:tabs>
        <w:rPr>
          <w:rFonts w:cs="Arial"/>
        </w:rPr>
      </w:pPr>
      <w:r w:rsidRPr="00475F99">
        <w:rPr>
          <w:rFonts w:cs="Arial"/>
        </w:rPr>
        <w:tab/>
      </w:r>
      <w:r w:rsidR="00891E2D" w:rsidRPr="00475F99">
        <w:rPr>
          <w:rFonts w:cs="Arial"/>
        </w:rPr>
        <w:t xml:space="preserve">REINVEST spol. s r. o., </w:t>
      </w:r>
    </w:p>
    <w:p w14:paraId="1D785F24" w14:textId="77777777" w:rsidR="00891E2D" w:rsidRPr="00475F99" w:rsidRDefault="00891E2D" w:rsidP="00BA092D">
      <w:pPr>
        <w:tabs>
          <w:tab w:val="left" w:pos="2410"/>
        </w:tabs>
        <w:rPr>
          <w:rFonts w:cs="Arial"/>
        </w:rPr>
      </w:pPr>
      <w:r w:rsidRPr="00475F99">
        <w:rPr>
          <w:rFonts w:cs="Arial"/>
        </w:rPr>
        <w:tab/>
        <w:t xml:space="preserve">K Novému dvoru 897/66, </w:t>
      </w:r>
    </w:p>
    <w:p w14:paraId="2DE6B46F" w14:textId="77777777" w:rsidR="003A684D" w:rsidRPr="00475F99" w:rsidRDefault="00891E2D" w:rsidP="00891E2D">
      <w:pPr>
        <w:tabs>
          <w:tab w:val="left" w:pos="2410"/>
        </w:tabs>
        <w:rPr>
          <w:rFonts w:cs="Arial"/>
        </w:rPr>
      </w:pPr>
      <w:r w:rsidRPr="00475F99">
        <w:rPr>
          <w:rFonts w:cs="Arial"/>
        </w:rPr>
        <w:tab/>
        <w:t>142 00 Praha 4</w:t>
      </w:r>
    </w:p>
    <w:p w14:paraId="7C72515C" w14:textId="77777777" w:rsidR="00EC56B0" w:rsidRPr="00475F99" w:rsidRDefault="00EC56B0" w:rsidP="00304521">
      <w:pPr>
        <w:tabs>
          <w:tab w:val="left" w:pos="2410"/>
        </w:tabs>
        <w:rPr>
          <w:rFonts w:cs="Arial"/>
        </w:rPr>
      </w:pPr>
    </w:p>
    <w:p w14:paraId="3C0BA339" w14:textId="44A8E304" w:rsidR="00EE655A" w:rsidRPr="00475F99" w:rsidRDefault="0020052F" w:rsidP="00EE655A">
      <w:pPr>
        <w:pStyle w:val="Nadpis1"/>
        <w:rPr>
          <w:rFonts w:cs="Arial"/>
        </w:rPr>
      </w:pPr>
      <w:bookmarkStart w:id="10" w:name="_Toc194843640"/>
      <w:bookmarkStart w:id="11" w:name="_Toc352133450"/>
      <w:r>
        <w:rPr>
          <w:rFonts w:cs="Arial"/>
        </w:rPr>
        <w:t>ČLENĚNÍ STAVBY</w:t>
      </w:r>
      <w:bookmarkEnd w:id="10"/>
    </w:p>
    <w:p w14:paraId="1848372D" w14:textId="687CB7C7" w:rsidR="0020052F" w:rsidRDefault="00655A04" w:rsidP="0020052F">
      <w:pPr>
        <w:ind w:left="360"/>
        <w:rPr>
          <w:rFonts w:cs="Arial"/>
        </w:rPr>
      </w:pPr>
      <w:r>
        <w:rPr>
          <w:rFonts w:cs="Arial"/>
        </w:rPr>
        <w:t>-</w:t>
      </w:r>
      <w:r w:rsidR="0020052F" w:rsidRPr="0020052F">
        <w:rPr>
          <w:rFonts w:cs="Arial"/>
        </w:rPr>
        <w:t xml:space="preserve"> </w:t>
      </w:r>
      <w:r w:rsidR="0063327A">
        <w:rPr>
          <w:rFonts w:cs="Arial"/>
        </w:rPr>
        <w:t>Zpevněné plochy, jedná se o drobné stavby na celém území Prahy 12</w:t>
      </w:r>
    </w:p>
    <w:p w14:paraId="14AC8273" w14:textId="77777777" w:rsidR="00CB7347" w:rsidRDefault="00CB7347" w:rsidP="0020052F">
      <w:pPr>
        <w:ind w:left="360"/>
        <w:rPr>
          <w:rFonts w:cs="Arial"/>
        </w:rPr>
      </w:pPr>
    </w:p>
    <w:p w14:paraId="4C7F2626" w14:textId="6F1A6EF9" w:rsidR="00CB7347" w:rsidRP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>044 – Darwinova (u ZŠ TGM)</w:t>
      </w:r>
    </w:p>
    <w:p w14:paraId="44E76D80" w14:textId="3DC595BA" w:rsidR="00CB7347" w:rsidRP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 xml:space="preserve">047 – K Vyhlídce (K Vyhlídce X Nad </w:t>
      </w:r>
      <w:proofErr w:type="spellStart"/>
      <w:r w:rsidRPr="00CB7347">
        <w:rPr>
          <w:rFonts w:cs="Arial"/>
        </w:rPr>
        <w:t>Belárií</w:t>
      </w:r>
      <w:proofErr w:type="spellEnd"/>
      <w:r w:rsidRPr="00CB7347">
        <w:rPr>
          <w:rFonts w:cs="Arial"/>
        </w:rPr>
        <w:t>)</w:t>
      </w:r>
    </w:p>
    <w:p w14:paraId="7D609E57" w14:textId="0722198B" w:rsidR="00CB7347" w:rsidRP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>052 - K Dolům (u domu č. p. 182/11)</w:t>
      </w:r>
    </w:p>
    <w:p w14:paraId="7EA75D72" w14:textId="31EE9D5B" w:rsidR="00CB7347" w:rsidRP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>055 – Lysinská (Lysinská X Barunčina)</w:t>
      </w:r>
    </w:p>
    <w:p w14:paraId="51EA9201" w14:textId="57A6B778" w:rsidR="00CB7347" w:rsidRP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>062 – Božetická (Božetická X Pavelkova - parkoviště)</w:t>
      </w:r>
    </w:p>
    <w:p w14:paraId="2EF014B2" w14:textId="43846BBC" w:rsidR="00CB7347" w:rsidRPr="00CB7347" w:rsidRDefault="00CB7347" w:rsidP="00CB7347">
      <w:pPr>
        <w:ind w:left="360"/>
        <w:rPr>
          <w:rFonts w:cs="Arial"/>
        </w:rPr>
      </w:pPr>
      <w:r>
        <w:rPr>
          <w:rFonts w:cs="Arial"/>
        </w:rPr>
        <w:t>0</w:t>
      </w:r>
      <w:r w:rsidRPr="00CB7347">
        <w:rPr>
          <w:rFonts w:cs="Arial"/>
        </w:rPr>
        <w:t>65 – Nikoly Vapcarova (Nikoly Vapcarova X Jordana Jovkova)</w:t>
      </w:r>
    </w:p>
    <w:p w14:paraId="5722DC65" w14:textId="574948C9" w:rsidR="00CB7347" w:rsidRP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>095 – Otradovická (Otradovická X Písnická)</w:t>
      </w:r>
    </w:p>
    <w:p w14:paraId="2FA00ACC" w14:textId="5741A964" w:rsidR="00CB7347" w:rsidRP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>144 – Mladenovova (u MŠ a ZŠ)</w:t>
      </w:r>
    </w:p>
    <w:p w14:paraId="29CB0B07" w14:textId="66A567B7" w:rsidR="00CB7347" w:rsidRP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>169 – K Vltavě (K Vltavě X Povodňová)</w:t>
      </w:r>
    </w:p>
    <w:p w14:paraId="6D72D9FE" w14:textId="1625DE75" w:rsidR="00CB7347" w:rsidRP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>174 – Levského (Levského X Šumenská)</w:t>
      </w:r>
    </w:p>
    <w:p w14:paraId="6A21C5EE" w14:textId="65D29AB4" w:rsidR="00CB7347" w:rsidRDefault="00CB7347" w:rsidP="00CB7347">
      <w:pPr>
        <w:ind w:left="360"/>
        <w:rPr>
          <w:rFonts w:cs="Arial"/>
        </w:rPr>
      </w:pPr>
      <w:r w:rsidRPr="00CB7347">
        <w:rPr>
          <w:rFonts w:cs="Arial"/>
        </w:rPr>
        <w:t>020 – Botevova (u ZUŠ A. Voborského)</w:t>
      </w:r>
    </w:p>
    <w:p w14:paraId="55CC0259" w14:textId="77777777" w:rsidR="001B34D2" w:rsidRPr="00CB7347" w:rsidRDefault="001B34D2" w:rsidP="001B34D2">
      <w:pPr>
        <w:ind w:left="360"/>
        <w:rPr>
          <w:rFonts w:cs="Arial"/>
        </w:rPr>
      </w:pPr>
      <w:r w:rsidRPr="00CB7347">
        <w:rPr>
          <w:rFonts w:cs="Arial"/>
        </w:rPr>
        <w:t>058 – Platónova (Platónova X Sokratova)</w:t>
      </w:r>
    </w:p>
    <w:p w14:paraId="0E82FC02" w14:textId="77777777" w:rsidR="001B34D2" w:rsidRPr="00CB7347" w:rsidRDefault="001B34D2" w:rsidP="001B34D2">
      <w:pPr>
        <w:ind w:left="360"/>
        <w:rPr>
          <w:rFonts w:cs="Arial"/>
        </w:rPr>
      </w:pPr>
      <w:r w:rsidRPr="00CB7347">
        <w:rPr>
          <w:rFonts w:cs="Arial"/>
        </w:rPr>
        <w:t>062 – Božetická (Božetická X Pavelkova - parkoviště)</w:t>
      </w:r>
    </w:p>
    <w:p w14:paraId="520A8CE0" w14:textId="77777777" w:rsidR="001B34D2" w:rsidRPr="00CB7347" w:rsidRDefault="001B34D2" w:rsidP="001B34D2">
      <w:pPr>
        <w:ind w:left="360"/>
        <w:rPr>
          <w:rFonts w:cs="Arial"/>
        </w:rPr>
      </w:pPr>
      <w:r w:rsidRPr="00CB7347">
        <w:rPr>
          <w:rFonts w:cs="Arial"/>
        </w:rPr>
        <w:t>073 – Levského (u domu č. p. 3198/37)</w:t>
      </w:r>
    </w:p>
    <w:p w14:paraId="79CB5765" w14:textId="77777777" w:rsidR="001B34D2" w:rsidRPr="00CB7347" w:rsidRDefault="001B34D2" w:rsidP="001B34D2">
      <w:pPr>
        <w:ind w:left="360"/>
        <w:rPr>
          <w:rFonts w:cs="Arial"/>
        </w:rPr>
      </w:pPr>
      <w:r w:rsidRPr="00CB7347">
        <w:rPr>
          <w:rFonts w:cs="Arial"/>
        </w:rPr>
        <w:t>118 – U Klubu (parkoviště u křižovatky Komořanská X U Klubu)</w:t>
      </w:r>
    </w:p>
    <w:p w14:paraId="08E4BEB9" w14:textId="77777777" w:rsidR="001B34D2" w:rsidRPr="00CB7347" w:rsidRDefault="001B34D2" w:rsidP="001B34D2">
      <w:pPr>
        <w:ind w:left="360"/>
        <w:rPr>
          <w:rFonts w:cs="Arial"/>
        </w:rPr>
      </w:pPr>
      <w:r w:rsidRPr="00CB7347">
        <w:rPr>
          <w:rFonts w:cs="Arial"/>
        </w:rPr>
        <w:t>127 – Daškova (u domu č. p. 3075/12)</w:t>
      </w:r>
    </w:p>
    <w:p w14:paraId="4A756A97" w14:textId="77777777" w:rsidR="001B34D2" w:rsidRPr="00CB7347" w:rsidRDefault="001B34D2" w:rsidP="001B34D2">
      <w:pPr>
        <w:ind w:left="360"/>
        <w:rPr>
          <w:rFonts w:cs="Arial"/>
        </w:rPr>
      </w:pPr>
      <w:r w:rsidRPr="00CB7347">
        <w:rPr>
          <w:rFonts w:cs="Arial"/>
        </w:rPr>
        <w:t>141 – Vazovova (Vazovova X Levského – u placeného parkoviště)</w:t>
      </w:r>
    </w:p>
    <w:p w14:paraId="15870337" w14:textId="77777777" w:rsidR="001B34D2" w:rsidRPr="00CB7347" w:rsidRDefault="001B34D2" w:rsidP="001B34D2">
      <w:pPr>
        <w:ind w:left="360"/>
        <w:rPr>
          <w:rFonts w:cs="Arial"/>
        </w:rPr>
      </w:pPr>
      <w:r w:rsidRPr="00CB7347">
        <w:rPr>
          <w:rFonts w:cs="Arial"/>
        </w:rPr>
        <w:t>064</w:t>
      </w:r>
      <w:r>
        <w:rPr>
          <w:rFonts w:cs="Arial"/>
        </w:rPr>
        <w:t xml:space="preserve"> </w:t>
      </w:r>
      <w:r w:rsidRPr="00CB7347">
        <w:rPr>
          <w:rFonts w:cs="Arial"/>
        </w:rPr>
        <w:t>-</w:t>
      </w:r>
      <w:r>
        <w:rPr>
          <w:rFonts w:cs="Arial"/>
        </w:rPr>
        <w:t xml:space="preserve"> </w:t>
      </w:r>
      <w:r w:rsidRPr="00CB7347">
        <w:rPr>
          <w:rFonts w:cs="Arial"/>
        </w:rPr>
        <w:t>Mádrova</w:t>
      </w:r>
    </w:p>
    <w:p w14:paraId="77931F15" w14:textId="77777777" w:rsidR="001B34D2" w:rsidRDefault="001B34D2" w:rsidP="001B34D2">
      <w:pPr>
        <w:ind w:left="360"/>
        <w:rPr>
          <w:rFonts w:cs="Arial"/>
        </w:rPr>
      </w:pPr>
      <w:r w:rsidRPr="00CB7347">
        <w:rPr>
          <w:rFonts w:cs="Arial"/>
        </w:rPr>
        <w:t>021</w:t>
      </w:r>
      <w:r>
        <w:rPr>
          <w:rFonts w:cs="Arial"/>
        </w:rPr>
        <w:t xml:space="preserve"> </w:t>
      </w:r>
      <w:r w:rsidRPr="00CB7347">
        <w:rPr>
          <w:rFonts w:cs="Arial"/>
        </w:rPr>
        <w:t>-</w:t>
      </w:r>
      <w:r>
        <w:rPr>
          <w:rFonts w:cs="Arial"/>
        </w:rPr>
        <w:t xml:space="preserve"> </w:t>
      </w:r>
      <w:proofErr w:type="spellStart"/>
      <w:r w:rsidRPr="00CB7347">
        <w:rPr>
          <w:rFonts w:cs="Arial"/>
        </w:rPr>
        <w:t>Pejevové</w:t>
      </w:r>
      <w:proofErr w:type="spellEnd"/>
    </w:p>
    <w:p w14:paraId="29059258" w14:textId="77777777" w:rsidR="001B34D2" w:rsidRPr="00CB7347" w:rsidRDefault="001B34D2" w:rsidP="00CB7347">
      <w:pPr>
        <w:ind w:left="360"/>
        <w:rPr>
          <w:rFonts w:cs="Arial"/>
        </w:rPr>
      </w:pPr>
    </w:p>
    <w:p w14:paraId="5BA8B961" w14:textId="40F5CFE7" w:rsidR="00EE655A" w:rsidRPr="00475F99" w:rsidRDefault="0020052F" w:rsidP="00EE655A">
      <w:pPr>
        <w:pStyle w:val="Nadpis1"/>
        <w:rPr>
          <w:rFonts w:cs="Arial"/>
        </w:rPr>
      </w:pPr>
      <w:bookmarkStart w:id="12" w:name="_Toc194843641"/>
      <w:r>
        <w:rPr>
          <w:rFonts w:cs="Arial"/>
        </w:rPr>
        <w:lastRenderedPageBreak/>
        <w:t>Seznam vstupních podkladů</w:t>
      </w:r>
      <w:bookmarkEnd w:id="12"/>
    </w:p>
    <w:p w14:paraId="2338B494" w14:textId="06AE2B29" w:rsidR="0020052F" w:rsidRPr="00475F99" w:rsidRDefault="0020052F" w:rsidP="0020052F">
      <w:pPr>
        <w:ind w:left="709" w:hanging="709"/>
        <w:rPr>
          <w:rFonts w:cs="Arial"/>
        </w:rPr>
      </w:pPr>
      <w:r w:rsidRPr="00475F99">
        <w:rPr>
          <w:rFonts w:cs="Arial"/>
        </w:rPr>
        <w:t>P1</w:t>
      </w:r>
      <w:r w:rsidRPr="00475F99">
        <w:rPr>
          <w:rFonts w:cs="Arial"/>
        </w:rPr>
        <w:tab/>
      </w:r>
      <w:r w:rsidR="00836398">
        <w:rPr>
          <w:rFonts w:cs="Arial"/>
        </w:rPr>
        <w:t>Lokální</w:t>
      </w:r>
      <w:r w:rsidRPr="00475F99">
        <w:rPr>
          <w:rFonts w:cs="Arial"/>
        </w:rPr>
        <w:t xml:space="preserve"> zaměření stávajícího stavu</w:t>
      </w:r>
    </w:p>
    <w:p w14:paraId="517454FA" w14:textId="28C6EF10" w:rsidR="0020052F" w:rsidRDefault="0020052F" w:rsidP="0020052F">
      <w:pPr>
        <w:ind w:left="709" w:hanging="709"/>
        <w:rPr>
          <w:rFonts w:cs="Arial"/>
        </w:rPr>
      </w:pPr>
      <w:r w:rsidRPr="00475F99">
        <w:rPr>
          <w:rFonts w:cs="Arial"/>
        </w:rPr>
        <w:t>P</w:t>
      </w:r>
      <w:r w:rsidR="00836398">
        <w:rPr>
          <w:rFonts w:cs="Arial"/>
        </w:rPr>
        <w:t>2</w:t>
      </w:r>
      <w:r w:rsidRPr="00475F99">
        <w:rPr>
          <w:rFonts w:cs="Arial"/>
        </w:rPr>
        <w:tab/>
        <w:t>Vizuální prohlídky na místě, projektové výbory, pasporty</w:t>
      </w:r>
    </w:p>
    <w:p w14:paraId="790F27C2" w14:textId="36195811" w:rsidR="0063327A" w:rsidRPr="00475F99" w:rsidRDefault="0063327A" w:rsidP="0020052F">
      <w:pPr>
        <w:ind w:left="709" w:hanging="709"/>
        <w:rPr>
          <w:rFonts w:cs="Arial"/>
        </w:rPr>
      </w:pPr>
      <w:r>
        <w:rPr>
          <w:rFonts w:cs="Arial"/>
        </w:rPr>
        <w:t>P3</w:t>
      </w:r>
      <w:r>
        <w:rPr>
          <w:rFonts w:cs="Arial"/>
        </w:rPr>
        <w:tab/>
        <w:t xml:space="preserve">Zákresy vedení </w:t>
      </w:r>
      <w:proofErr w:type="spellStart"/>
      <w:r>
        <w:rPr>
          <w:rFonts w:cs="Arial"/>
        </w:rPr>
        <w:t>is</w:t>
      </w:r>
      <w:proofErr w:type="spellEnd"/>
    </w:p>
    <w:bookmarkEnd w:id="11"/>
    <w:p w14:paraId="17AB5BEF" w14:textId="6EACD2AB" w:rsidR="00DB219F" w:rsidRDefault="00DB219F">
      <w:pPr>
        <w:jc w:val="left"/>
        <w:rPr>
          <w:rFonts w:cs="Arial"/>
        </w:rPr>
      </w:pPr>
    </w:p>
    <w:sectPr w:rsidR="00DB219F" w:rsidSect="00FC75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6823A" w14:textId="77777777" w:rsidR="006B09DF" w:rsidRDefault="006B09DF" w:rsidP="00207A11">
      <w:r>
        <w:separator/>
      </w:r>
    </w:p>
  </w:endnote>
  <w:endnote w:type="continuationSeparator" w:id="0">
    <w:p w14:paraId="7622FECC" w14:textId="77777777" w:rsidR="006B09DF" w:rsidRDefault="006B09DF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A2F8D" w14:paraId="7E877BFB" w14:textId="77777777" w:rsidTr="00837B8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410D0A4" w14:textId="77777777" w:rsidR="002A2F8D" w:rsidRDefault="002A2F8D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20EF42" w14:textId="77777777" w:rsidR="002A2F8D" w:rsidRPr="00B40E75" w:rsidRDefault="002A2F8D" w:rsidP="00837B8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14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00783D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2A2F8D" w14:paraId="4B5A3F50" w14:textId="77777777" w:rsidTr="00837B8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2EAC578D" w14:textId="77777777" w:rsidR="002A2F8D" w:rsidRDefault="002A2F8D" w:rsidP="00837B8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814449896"/>
              <w:text/>
            </w:sdtPr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>11 2242 02 01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24A7905E" w14:textId="77777777" w:rsidR="002A2F8D" w:rsidRDefault="002A2F8D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89379301"/>
              <w:text/>
            </w:sdtPr>
            <w:sdtContent>
              <w:proofErr w:type="spellStart"/>
              <w:r>
                <w:rPr>
                  <w:color w:val="000000" w:themeColor="text1"/>
                  <w:sz w:val="12"/>
                  <w:szCs w:val="12"/>
                </w:rPr>
                <w:t>aa</w:t>
              </w:r>
              <w:proofErr w:type="spellEnd"/>
            </w:sdtContent>
          </w:sdt>
        </w:p>
      </w:tc>
    </w:tr>
    <w:tr w:rsidR="002A2F8D" w14:paraId="4CC651B7" w14:textId="77777777" w:rsidTr="00837B8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603BBFBF" w14:textId="77777777" w:rsidR="002A2F8D" w:rsidRDefault="002A2F8D" w:rsidP="00837B8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703858173"/>
              <w:text/>
            </w:sdtPr>
            <w:sdtContent>
              <w:r>
                <w:rPr>
                  <w:color w:val="000000" w:themeColor="text1"/>
                  <w:sz w:val="12"/>
                  <w:szCs w:val="12"/>
                </w:rPr>
                <w:t>008372/13/1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F37DA80" w14:textId="77777777" w:rsidR="002A2F8D" w:rsidRPr="00B40E75" w:rsidRDefault="002A2F8D" w:rsidP="00837B8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602530224"/>
              <w:text/>
            </w:sdtPr>
            <w:sdtContent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6F39C500" w14:textId="77777777" w:rsidR="002A2F8D" w:rsidRPr="00F81B53" w:rsidRDefault="002A2F8D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A2F8D" w14:paraId="61A91181" w14:textId="77777777" w:rsidTr="00ED492F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509D809A" w14:textId="77777777" w:rsidR="002A2F8D" w:rsidRDefault="002A2F8D" w:rsidP="00ED492F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55B7BCC" w14:textId="77777777" w:rsidR="002A2F8D" w:rsidRPr="00B40E75" w:rsidRDefault="002A2F8D" w:rsidP="00ED492F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B427B4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B427B4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</w:tbl>
  <w:p w14:paraId="2E117E3F" w14:textId="77777777" w:rsidR="002A2F8D" w:rsidRPr="00F81B53" w:rsidRDefault="002A2F8D" w:rsidP="00837B86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A2F8D" w14:paraId="70FD0324" w14:textId="77777777" w:rsidTr="00C87FFA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2F0AB39" w14:textId="77777777" w:rsidR="002A2F8D" w:rsidRDefault="002A2F8D" w:rsidP="001F529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5E583C6" w14:textId="77777777" w:rsidR="002A2F8D" w:rsidRPr="00B40E75" w:rsidRDefault="002A2F8D" w:rsidP="001F529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00783D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</w:tbl>
  <w:p w14:paraId="356E6F78" w14:textId="77777777" w:rsidR="002A2F8D" w:rsidRPr="00F81B53" w:rsidRDefault="002A2F8D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38CEA" w14:textId="77777777" w:rsidR="006B09DF" w:rsidRDefault="006B09DF" w:rsidP="00207A11">
      <w:r>
        <w:separator/>
      </w:r>
    </w:p>
  </w:footnote>
  <w:footnote w:type="continuationSeparator" w:id="0">
    <w:p w14:paraId="2278B266" w14:textId="77777777" w:rsidR="006B09DF" w:rsidRDefault="006B09DF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53326" w14:textId="77777777" w:rsidR="002A2F8D" w:rsidRPr="00AE3921" w:rsidRDefault="002A2F8D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>
      <w:rPr>
        <w:noProof/>
        <w:color w:val="000000" w:themeColor="text1"/>
      </w:rPr>
      <mc:AlternateContent>
        <mc:Choice Requires="wpc">
          <w:drawing>
            <wp:inline distT="0" distB="0" distL="0" distR="0" wp14:anchorId="4DCC5655" wp14:editId="3318E162">
              <wp:extent cx="683895" cy="199390"/>
              <wp:effectExtent l="0" t="9525" r="1905" b="635"/>
              <wp:docPr id="29" name="Plátno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1B68736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A2F8D" w:rsidRPr="00AE3921" w14:paraId="63A1AEEA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79680813" w14:textId="77777777" w:rsidR="002A2F8D" w:rsidRPr="00AE3921" w:rsidRDefault="00000000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5224154"/>
              <w:showingPlcHdr/>
              <w:text/>
            </w:sdtPr>
            <w:sdtContent>
              <w:r w:rsidR="002A2F8D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2A2F8D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686502366"/>
              <w:text/>
            </w:sdtPr>
            <w:sdtContent>
              <w:r w:rsidR="002A2F8D">
                <w:rPr>
                  <w:color w:val="000000" w:themeColor="text1"/>
                  <w:sz w:val="12"/>
                  <w:szCs w:val="12"/>
                </w:rPr>
                <w:t>Intenzifikace Úpravny vody Březovice</w:t>
              </w:r>
            </w:sdtContent>
          </w:sdt>
          <w:r w:rsidR="002A2F8D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911925328"/>
              <w:showingPlcHdr/>
              <w:text/>
            </w:sdtPr>
            <w:sdtContent>
              <w:r w:rsidR="002A2F8D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70AC7DA" w14:textId="77777777" w:rsidR="002A2F8D" w:rsidRPr="00AE3921" w:rsidRDefault="00000000" w:rsidP="00FF70E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699753641"/>
              <w:text/>
            </w:sdtPr>
            <w:sdtContent>
              <w:r w:rsidR="002A2F8D">
                <w:rPr>
                  <w:bCs/>
                  <w:color w:val="000000" w:themeColor="text1"/>
                  <w:sz w:val="12"/>
                  <w:szCs w:val="12"/>
                </w:rPr>
                <w:t>A</w:t>
              </w:r>
            </w:sdtContent>
          </w:sdt>
          <w:r w:rsidR="002A2F8D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2A2F8D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268396638"/>
              <w:text/>
            </w:sdtPr>
            <w:sdtContent>
              <w:r w:rsidR="002A2F8D">
                <w:rPr>
                  <w:bCs/>
                  <w:color w:val="000000" w:themeColor="text1"/>
                  <w:sz w:val="12"/>
                  <w:szCs w:val="12"/>
                </w:rPr>
                <w:t>Průvodní zpráva</w:t>
              </w:r>
            </w:sdtContent>
          </w:sdt>
        </w:p>
      </w:tc>
    </w:tr>
    <w:tr w:rsidR="002A2F8D" w:rsidRPr="00AE3921" w14:paraId="6485DA27" w14:textId="77777777" w:rsidTr="00837B86">
      <w:trPr>
        <w:trHeight w:val="227"/>
        <w:jc w:val="center"/>
      </w:trPr>
      <w:tc>
        <w:tcPr>
          <w:tcW w:w="5103" w:type="dxa"/>
          <w:vAlign w:val="center"/>
        </w:tcPr>
        <w:p w14:paraId="4CC0341A" w14:textId="77777777" w:rsidR="002A2F8D" w:rsidRPr="00AE3921" w:rsidRDefault="00000000" w:rsidP="00837B8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2016648961"/>
              <w:showingPlcHdr/>
              <w:text/>
            </w:sdtPr>
            <w:sdtContent>
              <w:r w:rsidR="002A2F8D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49BB545" w14:textId="77777777" w:rsidR="002A2F8D" w:rsidRPr="00AE3921" w:rsidRDefault="00000000" w:rsidP="00FF70E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471561497"/>
              <w:text/>
            </w:sdtPr>
            <w:sdtContent>
              <w:r w:rsidR="002A2F8D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7E0EEBF2" w14:textId="77777777" w:rsidR="002A2F8D" w:rsidRPr="00AE3921" w:rsidRDefault="002A2F8D" w:rsidP="00837B86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E4DB" w14:textId="77777777" w:rsidR="002A2F8D" w:rsidRPr="00AE3921" w:rsidRDefault="002A2F8D" w:rsidP="00837B86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A2F8D" w:rsidRPr="00AE3921" w14:paraId="764A36F0" w14:textId="77777777" w:rsidTr="00ED492F">
      <w:trPr>
        <w:trHeight w:val="227"/>
        <w:jc w:val="center"/>
      </w:trPr>
      <w:tc>
        <w:tcPr>
          <w:tcW w:w="5103" w:type="dxa"/>
          <w:vAlign w:val="center"/>
        </w:tcPr>
        <w:p w14:paraId="51D87522" w14:textId="07E8C3AD" w:rsidR="002A2F8D" w:rsidRPr="00AE3921" w:rsidRDefault="0020052F" w:rsidP="00CE786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Souhrnné řešení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14:paraId="78126F71" w14:textId="320E78D8" w:rsidR="002A2F8D" w:rsidRPr="00AE3921" w:rsidRDefault="00000000" w:rsidP="00CE786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818565586"/>
              <w:text/>
            </w:sdtPr>
            <w:sdtContent>
              <w:r w:rsidR="0020052F">
                <w:rPr>
                  <w:bCs/>
                  <w:color w:val="000000" w:themeColor="text1"/>
                  <w:sz w:val="12"/>
                  <w:szCs w:val="12"/>
                </w:rPr>
                <w:t>A</w:t>
              </w:r>
            </w:sdtContent>
          </w:sdt>
          <w:r w:rsidR="002A2F8D">
            <w:rPr>
              <w:bCs/>
              <w:color w:val="000000" w:themeColor="text1"/>
              <w:sz w:val="12"/>
              <w:szCs w:val="12"/>
            </w:rPr>
            <w:t xml:space="preserve"> </w:t>
          </w:r>
          <w:r w:rsidR="0020052F">
            <w:rPr>
              <w:bCs/>
              <w:color w:val="000000" w:themeColor="text1"/>
              <w:sz w:val="12"/>
              <w:szCs w:val="12"/>
            </w:rPr>
            <w:t>Průvodní</w:t>
          </w:r>
          <w:r w:rsidR="00DB219F">
            <w:rPr>
              <w:bCs/>
              <w:color w:val="000000" w:themeColor="text1"/>
              <w:sz w:val="12"/>
              <w:szCs w:val="12"/>
            </w:rPr>
            <w:t xml:space="preserve"> </w:t>
          </w:r>
          <w:r w:rsidR="002A2F8D">
            <w:rPr>
              <w:bCs/>
              <w:color w:val="000000" w:themeColor="text1"/>
              <w:sz w:val="12"/>
              <w:szCs w:val="12"/>
            </w:rPr>
            <w:t>zpráva</w:t>
          </w:r>
        </w:p>
      </w:tc>
    </w:tr>
    <w:tr w:rsidR="002A2F8D" w:rsidRPr="00AE3921" w14:paraId="5EF5E01F" w14:textId="77777777" w:rsidTr="00ED492F">
      <w:trPr>
        <w:trHeight w:val="227"/>
        <w:jc w:val="center"/>
      </w:trPr>
      <w:tc>
        <w:tcPr>
          <w:tcW w:w="5103" w:type="dxa"/>
          <w:vAlign w:val="center"/>
        </w:tcPr>
        <w:p w14:paraId="182A7CD1" w14:textId="72EC0CAA" w:rsidR="002A2F8D" w:rsidRPr="00AE3921" w:rsidRDefault="00000000" w:rsidP="00ED492F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2111082526"/>
              <w:text/>
            </w:sdtPr>
            <w:sdtContent>
              <w:r w:rsidR="0063327A" w:rsidRPr="0063327A">
                <w:rPr>
                  <w:color w:val="000000" w:themeColor="text1"/>
                  <w:sz w:val="12"/>
                  <w:szCs w:val="12"/>
                </w:rPr>
                <w:t>Revitalizace ploch na umístění kontejnerů na tříděný odpad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103197F" w14:textId="6E40ED5D" w:rsidR="002A2F8D" w:rsidRPr="00AE3921" w:rsidRDefault="00000000" w:rsidP="00CE786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86707180"/>
              <w:text/>
            </w:sdtPr>
            <w:sdtContent>
              <w:r w:rsidR="0063327A">
                <w:rPr>
                  <w:color w:val="000000" w:themeColor="text1"/>
                  <w:sz w:val="12"/>
                  <w:szCs w:val="12"/>
                </w:rPr>
                <w:t>D</w:t>
              </w:r>
              <w:r w:rsidR="001B34D2">
                <w:rPr>
                  <w:color w:val="000000" w:themeColor="text1"/>
                  <w:sz w:val="12"/>
                  <w:szCs w:val="12"/>
                </w:rPr>
                <w:t>P</w:t>
              </w:r>
              <w:r w:rsidR="0063327A">
                <w:rPr>
                  <w:color w:val="000000" w:themeColor="text1"/>
                  <w:sz w:val="12"/>
                  <w:szCs w:val="12"/>
                </w:rPr>
                <w:t>S</w:t>
              </w:r>
            </w:sdtContent>
          </w:sdt>
        </w:p>
      </w:tc>
    </w:tr>
  </w:tbl>
  <w:p w14:paraId="19A3EDF0" w14:textId="77777777" w:rsidR="002A2F8D" w:rsidRPr="00AE3921" w:rsidRDefault="002A2F8D" w:rsidP="00837B86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220CC" w14:textId="77777777" w:rsidR="002A2F8D" w:rsidRPr="00AE3921" w:rsidRDefault="002A2F8D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A2F8D" w:rsidRPr="00AE3921" w14:paraId="07D15A4D" w14:textId="77777777" w:rsidTr="001F529C">
      <w:trPr>
        <w:trHeight w:val="227"/>
        <w:jc w:val="center"/>
      </w:trPr>
      <w:tc>
        <w:tcPr>
          <w:tcW w:w="5103" w:type="dxa"/>
          <w:vAlign w:val="center"/>
        </w:tcPr>
        <w:p w14:paraId="41F113BE" w14:textId="77777777" w:rsidR="002A2F8D" w:rsidRPr="00AE3921" w:rsidRDefault="00000000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848621635"/>
              <w:showingPlcHdr/>
              <w:text/>
            </w:sdtPr>
            <w:sdtContent>
              <w:r w:rsidR="002A2F8D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2A2F8D" w:rsidRPr="00AE3921">
            <w:rPr>
              <w:color w:val="000000" w:themeColor="text1"/>
              <w:sz w:val="12"/>
              <w:szCs w:val="12"/>
            </w:rPr>
            <w:t xml:space="preserve"> </w:t>
          </w:r>
          <w:r w:rsidR="002A2F8D" w:rsidRPr="00D007CB">
            <w:rPr>
              <w:color w:val="000000" w:themeColor="text1"/>
              <w:sz w:val="12"/>
              <w:szCs w:val="12"/>
            </w:rPr>
            <w:t>HRADEŠÍN – PŘIPOJKY PRO STAVEBNÍ POZEMKY Č.155/23, 155/24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372854574"/>
              <w:text/>
            </w:sdtPr>
            <w:sdtContent/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88F2D80" w14:textId="77777777" w:rsidR="002A2F8D" w:rsidRPr="00AE3921" w:rsidRDefault="00000000" w:rsidP="001F529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28089717"/>
              <w:text/>
            </w:sdtPr>
            <w:sdtContent>
              <w:r w:rsidR="002A2F8D">
                <w:rPr>
                  <w:bCs/>
                  <w:color w:val="000000" w:themeColor="text1"/>
                  <w:sz w:val="12"/>
                  <w:szCs w:val="12"/>
                </w:rPr>
                <w:t>A</w:t>
              </w:r>
            </w:sdtContent>
          </w:sdt>
          <w:r w:rsidR="002A2F8D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561244866"/>
              <w:text/>
            </w:sdtPr>
            <w:sdtContent>
              <w:r w:rsidR="002A2F8D">
                <w:rPr>
                  <w:bCs/>
                  <w:color w:val="000000" w:themeColor="text1"/>
                  <w:sz w:val="12"/>
                  <w:szCs w:val="12"/>
                </w:rPr>
                <w:t>Průvodní zpráva</w:t>
              </w:r>
            </w:sdtContent>
          </w:sdt>
        </w:p>
      </w:tc>
    </w:tr>
    <w:tr w:rsidR="002A2F8D" w:rsidRPr="00AE3921" w14:paraId="29FFA73E" w14:textId="77777777" w:rsidTr="001F529C">
      <w:trPr>
        <w:trHeight w:val="227"/>
        <w:jc w:val="center"/>
      </w:trPr>
      <w:tc>
        <w:tcPr>
          <w:tcW w:w="5103" w:type="dxa"/>
          <w:vAlign w:val="center"/>
        </w:tcPr>
        <w:p w14:paraId="0581E470" w14:textId="77777777" w:rsidR="002A2F8D" w:rsidRPr="00AE3921" w:rsidRDefault="00000000" w:rsidP="001F529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18223195"/>
              <w:showingPlcHdr/>
              <w:text/>
            </w:sdtPr>
            <w:sdtContent>
              <w:r w:rsidR="002A2F8D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3255375" w14:textId="77777777" w:rsidR="002A2F8D" w:rsidRPr="00AE3921" w:rsidRDefault="00000000" w:rsidP="00C87FFA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851409517"/>
              <w:text/>
            </w:sdtPr>
            <w:sdtContent>
              <w:r w:rsidR="002A2F8D">
                <w:rPr>
                  <w:color w:val="000000" w:themeColor="text1"/>
                  <w:sz w:val="12"/>
                  <w:szCs w:val="12"/>
                </w:rPr>
                <w:t>DUR</w:t>
              </w:r>
            </w:sdtContent>
          </w:sdt>
        </w:p>
      </w:tc>
    </w:tr>
  </w:tbl>
  <w:p w14:paraId="4FBFB30A" w14:textId="77777777" w:rsidR="002A2F8D" w:rsidRPr="00AE3921" w:rsidRDefault="002A2F8D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E7535"/>
    <w:multiLevelType w:val="hybridMultilevel"/>
    <w:tmpl w:val="8E4A15EE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05B1769F"/>
    <w:multiLevelType w:val="hybridMultilevel"/>
    <w:tmpl w:val="A96AEA7A"/>
    <w:lvl w:ilvl="0" w:tplc="D18C6DFC">
      <w:start w:val="1"/>
      <w:numFmt w:val="lowerLetter"/>
      <w:lvlText w:val="%1)"/>
      <w:lvlJc w:val="left"/>
      <w:pPr>
        <w:ind w:left="644" w:hanging="360"/>
      </w:pPr>
      <w:rPr>
        <w:rFonts w:eastAsia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3C1EBF"/>
    <w:multiLevelType w:val="hybridMultilevel"/>
    <w:tmpl w:val="5ABAEE72"/>
    <w:lvl w:ilvl="0" w:tplc="4CBE8660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7C5D5E"/>
    <w:multiLevelType w:val="multilevel"/>
    <w:tmpl w:val="39F00404"/>
    <w:lvl w:ilvl="0">
      <w:start w:val="1"/>
      <w:numFmt w:val="bullet"/>
      <w:lvlText w:val="-"/>
      <w:lvlJc w:val="left"/>
      <w:pPr>
        <w:ind w:left="1004" w:hanging="360"/>
      </w:pPr>
      <w:rPr>
        <w:rFonts w:ascii="Century Gothic" w:hAnsi="Century Gothic" w:cs="Century Gothic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B72D49"/>
    <w:multiLevelType w:val="hybridMultilevel"/>
    <w:tmpl w:val="924AB5BE"/>
    <w:lvl w:ilvl="0" w:tplc="4CBE8660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D6D4880"/>
    <w:multiLevelType w:val="multilevel"/>
    <w:tmpl w:val="57E68AA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6" w15:restartNumberingAfterBreak="0">
    <w:nsid w:val="407038E4"/>
    <w:multiLevelType w:val="hybridMultilevel"/>
    <w:tmpl w:val="5ABAEE72"/>
    <w:lvl w:ilvl="0" w:tplc="4CBE8660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681166A"/>
    <w:multiLevelType w:val="multilevel"/>
    <w:tmpl w:val="E052575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71156"/>
    <w:multiLevelType w:val="hybridMultilevel"/>
    <w:tmpl w:val="5150F524"/>
    <w:lvl w:ilvl="0" w:tplc="FCA8789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E0B4C86"/>
    <w:multiLevelType w:val="hybridMultilevel"/>
    <w:tmpl w:val="667887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04051"/>
    <w:multiLevelType w:val="hybridMultilevel"/>
    <w:tmpl w:val="34BA0D86"/>
    <w:lvl w:ilvl="0" w:tplc="122CA77C">
      <w:start w:val="1"/>
      <w:numFmt w:val="lowerLetter"/>
      <w:lvlText w:val="%1)"/>
      <w:lvlJc w:val="left"/>
      <w:pPr>
        <w:ind w:left="644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242716C"/>
    <w:multiLevelType w:val="multilevel"/>
    <w:tmpl w:val="97F04DB8"/>
    <w:lvl w:ilvl="0">
      <w:start w:val="1"/>
      <w:numFmt w:val="decimal"/>
      <w:lvlText w:val="%1"/>
      <w:lvlJc w:val="left"/>
      <w:pPr>
        <w:tabs>
          <w:tab w:val="num" w:pos="2232"/>
        </w:tabs>
        <w:ind w:left="22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6166279"/>
    <w:multiLevelType w:val="hybridMultilevel"/>
    <w:tmpl w:val="5ABAEE72"/>
    <w:lvl w:ilvl="0" w:tplc="4CBE8660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B0807A1"/>
    <w:multiLevelType w:val="hybridMultilevel"/>
    <w:tmpl w:val="2DAEFB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47972"/>
    <w:multiLevelType w:val="hybridMultilevel"/>
    <w:tmpl w:val="B1548F4E"/>
    <w:lvl w:ilvl="0" w:tplc="CC8476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118AA"/>
    <w:multiLevelType w:val="hybridMultilevel"/>
    <w:tmpl w:val="D054C026"/>
    <w:lvl w:ilvl="0" w:tplc="4CBE8660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05D1934"/>
    <w:multiLevelType w:val="singleLevel"/>
    <w:tmpl w:val="3D7639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4BE702E"/>
    <w:multiLevelType w:val="hybridMultilevel"/>
    <w:tmpl w:val="A224AA90"/>
    <w:lvl w:ilvl="0" w:tplc="FD08E9C6">
      <w:start w:val="1"/>
      <w:numFmt w:val="lowerLetter"/>
      <w:lvlText w:val="%1)"/>
      <w:lvlJc w:val="left"/>
      <w:pPr>
        <w:ind w:left="644" w:hanging="360"/>
      </w:pPr>
      <w:rPr>
        <w:rFonts w:eastAsia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16291793">
    <w:abstractNumId w:val="5"/>
  </w:num>
  <w:num w:numId="2" w16cid:durableId="54670662">
    <w:abstractNumId w:val="17"/>
  </w:num>
  <w:num w:numId="3" w16cid:durableId="1305770969">
    <w:abstractNumId w:val="5"/>
  </w:num>
  <w:num w:numId="4" w16cid:durableId="1503202332">
    <w:abstractNumId w:val="0"/>
  </w:num>
  <w:num w:numId="5" w16cid:durableId="26223410">
    <w:abstractNumId w:val="14"/>
  </w:num>
  <w:num w:numId="6" w16cid:durableId="249238218">
    <w:abstractNumId w:val="9"/>
  </w:num>
  <w:num w:numId="7" w16cid:durableId="1907180110">
    <w:abstractNumId w:val="13"/>
  </w:num>
  <w:num w:numId="8" w16cid:durableId="566652277">
    <w:abstractNumId w:val="11"/>
  </w:num>
  <w:num w:numId="9" w16cid:durableId="18209246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2948079">
    <w:abstractNumId w:val="3"/>
  </w:num>
  <w:num w:numId="11" w16cid:durableId="808210053">
    <w:abstractNumId w:val="16"/>
  </w:num>
  <w:num w:numId="12" w16cid:durableId="578714556">
    <w:abstractNumId w:val="7"/>
  </w:num>
  <w:num w:numId="13" w16cid:durableId="1375348106">
    <w:abstractNumId w:val="4"/>
  </w:num>
  <w:num w:numId="14" w16cid:durableId="1982998163">
    <w:abstractNumId w:val="8"/>
  </w:num>
  <w:num w:numId="15" w16cid:durableId="833060783">
    <w:abstractNumId w:val="18"/>
  </w:num>
  <w:num w:numId="16" w16cid:durableId="462505025">
    <w:abstractNumId w:val="10"/>
  </w:num>
  <w:num w:numId="17" w16cid:durableId="1984000265">
    <w:abstractNumId w:val="1"/>
  </w:num>
  <w:num w:numId="18" w16cid:durableId="1075126461">
    <w:abstractNumId w:val="2"/>
  </w:num>
  <w:num w:numId="19" w16cid:durableId="2061132207">
    <w:abstractNumId w:val="15"/>
  </w:num>
  <w:num w:numId="20" w16cid:durableId="937256805">
    <w:abstractNumId w:val="12"/>
  </w:num>
  <w:num w:numId="21" w16cid:durableId="92746817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121"/>
    <w:rsid w:val="00003015"/>
    <w:rsid w:val="00004A1F"/>
    <w:rsid w:val="00006DA2"/>
    <w:rsid w:val="0000783D"/>
    <w:rsid w:val="00014715"/>
    <w:rsid w:val="00017D7B"/>
    <w:rsid w:val="0002044B"/>
    <w:rsid w:val="0002076E"/>
    <w:rsid w:val="00023564"/>
    <w:rsid w:val="000316A3"/>
    <w:rsid w:val="00033F1B"/>
    <w:rsid w:val="00034A4A"/>
    <w:rsid w:val="00037017"/>
    <w:rsid w:val="000448A4"/>
    <w:rsid w:val="00067A45"/>
    <w:rsid w:val="00072B7C"/>
    <w:rsid w:val="00077945"/>
    <w:rsid w:val="00080905"/>
    <w:rsid w:val="00080C04"/>
    <w:rsid w:val="00083054"/>
    <w:rsid w:val="00083A5C"/>
    <w:rsid w:val="00083CDD"/>
    <w:rsid w:val="00084042"/>
    <w:rsid w:val="000A3C59"/>
    <w:rsid w:val="000B1C39"/>
    <w:rsid w:val="000B469B"/>
    <w:rsid w:val="000C5288"/>
    <w:rsid w:val="000C6A0F"/>
    <w:rsid w:val="000D23F5"/>
    <w:rsid w:val="000D6D37"/>
    <w:rsid w:val="000E6247"/>
    <w:rsid w:val="000F414C"/>
    <w:rsid w:val="000F6FC0"/>
    <w:rsid w:val="000F75BA"/>
    <w:rsid w:val="000F7DE9"/>
    <w:rsid w:val="0010059F"/>
    <w:rsid w:val="00100BEC"/>
    <w:rsid w:val="00102B9B"/>
    <w:rsid w:val="00102C76"/>
    <w:rsid w:val="00104F62"/>
    <w:rsid w:val="00105FEA"/>
    <w:rsid w:val="0010737E"/>
    <w:rsid w:val="00113C96"/>
    <w:rsid w:val="00117761"/>
    <w:rsid w:val="00120D4A"/>
    <w:rsid w:val="001234BA"/>
    <w:rsid w:val="001246C0"/>
    <w:rsid w:val="00125FE1"/>
    <w:rsid w:val="00130024"/>
    <w:rsid w:val="0013143A"/>
    <w:rsid w:val="00137D5F"/>
    <w:rsid w:val="00141863"/>
    <w:rsid w:val="00141C24"/>
    <w:rsid w:val="00141F34"/>
    <w:rsid w:val="00142B74"/>
    <w:rsid w:val="00143261"/>
    <w:rsid w:val="001439F2"/>
    <w:rsid w:val="001450CA"/>
    <w:rsid w:val="00146010"/>
    <w:rsid w:val="00150676"/>
    <w:rsid w:val="00161117"/>
    <w:rsid w:val="00161E6A"/>
    <w:rsid w:val="00162F95"/>
    <w:rsid w:val="00163321"/>
    <w:rsid w:val="00163382"/>
    <w:rsid w:val="00170241"/>
    <w:rsid w:val="001722A6"/>
    <w:rsid w:val="001746F2"/>
    <w:rsid w:val="00174A45"/>
    <w:rsid w:val="0017502D"/>
    <w:rsid w:val="0018623B"/>
    <w:rsid w:val="00186BE5"/>
    <w:rsid w:val="001964FD"/>
    <w:rsid w:val="001A21E4"/>
    <w:rsid w:val="001A39EF"/>
    <w:rsid w:val="001A4387"/>
    <w:rsid w:val="001B0384"/>
    <w:rsid w:val="001B34D2"/>
    <w:rsid w:val="001B5626"/>
    <w:rsid w:val="001B640D"/>
    <w:rsid w:val="001C4D2E"/>
    <w:rsid w:val="001C501E"/>
    <w:rsid w:val="001D2699"/>
    <w:rsid w:val="001D557C"/>
    <w:rsid w:val="001E0C4F"/>
    <w:rsid w:val="001E4DDD"/>
    <w:rsid w:val="001E5F0B"/>
    <w:rsid w:val="001F02EA"/>
    <w:rsid w:val="001F3E7C"/>
    <w:rsid w:val="001F529C"/>
    <w:rsid w:val="0020052F"/>
    <w:rsid w:val="00200EB0"/>
    <w:rsid w:val="00205425"/>
    <w:rsid w:val="002056D0"/>
    <w:rsid w:val="00207A11"/>
    <w:rsid w:val="00215600"/>
    <w:rsid w:val="0021565A"/>
    <w:rsid w:val="00220E0B"/>
    <w:rsid w:val="002243E1"/>
    <w:rsid w:val="00224400"/>
    <w:rsid w:val="0022471C"/>
    <w:rsid w:val="00226929"/>
    <w:rsid w:val="002350FC"/>
    <w:rsid w:val="00243A96"/>
    <w:rsid w:val="00244AEA"/>
    <w:rsid w:val="00247899"/>
    <w:rsid w:val="002478AA"/>
    <w:rsid w:val="002512A5"/>
    <w:rsid w:val="0025409B"/>
    <w:rsid w:val="00254DE7"/>
    <w:rsid w:val="00256133"/>
    <w:rsid w:val="00256CEA"/>
    <w:rsid w:val="0025741A"/>
    <w:rsid w:val="00261B2D"/>
    <w:rsid w:val="00263DEE"/>
    <w:rsid w:val="00264DC9"/>
    <w:rsid w:val="00267541"/>
    <w:rsid w:val="00271646"/>
    <w:rsid w:val="002752F3"/>
    <w:rsid w:val="00275BD1"/>
    <w:rsid w:val="00285230"/>
    <w:rsid w:val="00285F45"/>
    <w:rsid w:val="00292FE9"/>
    <w:rsid w:val="002966B4"/>
    <w:rsid w:val="00297057"/>
    <w:rsid w:val="002A130B"/>
    <w:rsid w:val="002A1AAC"/>
    <w:rsid w:val="002A2F8D"/>
    <w:rsid w:val="002A355A"/>
    <w:rsid w:val="002A52DF"/>
    <w:rsid w:val="002A78FA"/>
    <w:rsid w:val="002A7915"/>
    <w:rsid w:val="002B4B0A"/>
    <w:rsid w:val="002C1E82"/>
    <w:rsid w:val="002E1EF9"/>
    <w:rsid w:val="002E245D"/>
    <w:rsid w:val="002E51D3"/>
    <w:rsid w:val="002E58D1"/>
    <w:rsid w:val="002F2AE2"/>
    <w:rsid w:val="002F5064"/>
    <w:rsid w:val="002F59AF"/>
    <w:rsid w:val="003002A0"/>
    <w:rsid w:val="00302BC8"/>
    <w:rsid w:val="003038FB"/>
    <w:rsid w:val="00304521"/>
    <w:rsid w:val="00304B67"/>
    <w:rsid w:val="00310B80"/>
    <w:rsid w:val="00321A0C"/>
    <w:rsid w:val="00331A00"/>
    <w:rsid w:val="00340663"/>
    <w:rsid w:val="00340F3B"/>
    <w:rsid w:val="00342C24"/>
    <w:rsid w:val="00342CA1"/>
    <w:rsid w:val="00343939"/>
    <w:rsid w:val="00344B0E"/>
    <w:rsid w:val="003451C3"/>
    <w:rsid w:val="00345DCB"/>
    <w:rsid w:val="003477D2"/>
    <w:rsid w:val="00347A6A"/>
    <w:rsid w:val="00350CA2"/>
    <w:rsid w:val="003520DC"/>
    <w:rsid w:val="00354BAD"/>
    <w:rsid w:val="00356A53"/>
    <w:rsid w:val="00361121"/>
    <w:rsid w:val="00367BDD"/>
    <w:rsid w:val="0037186F"/>
    <w:rsid w:val="00372D67"/>
    <w:rsid w:val="003779CA"/>
    <w:rsid w:val="00391957"/>
    <w:rsid w:val="0039201A"/>
    <w:rsid w:val="00393465"/>
    <w:rsid w:val="003934CC"/>
    <w:rsid w:val="00394654"/>
    <w:rsid w:val="00397624"/>
    <w:rsid w:val="003A2229"/>
    <w:rsid w:val="003A56E8"/>
    <w:rsid w:val="003A684D"/>
    <w:rsid w:val="003B0BB3"/>
    <w:rsid w:val="003B112F"/>
    <w:rsid w:val="003B1BBE"/>
    <w:rsid w:val="003B2826"/>
    <w:rsid w:val="003B378D"/>
    <w:rsid w:val="003B3C02"/>
    <w:rsid w:val="003B5AD4"/>
    <w:rsid w:val="003B5B1D"/>
    <w:rsid w:val="003B6D19"/>
    <w:rsid w:val="003C1C31"/>
    <w:rsid w:val="003C1D71"/>
    <w:rsid w:val="003C23D3"/>
    <w:rsid w:val="003C342E"/>
    <w:rsid w:val="003C40DA"/>
    <w:rsid w:val="003D404F"/>
    <w:rsid w:val="003F714B"/>
    <w:rsid w:val="00403619"/>
    <w:rsid w:val="00403EFE"/>
    <w:rsid w:val="00407EA7"/>
    <w:rsid w:val="0041251B"/>
    <w:rsid w:val="00412DF1"/>
    <w:rsid w:val="00420477"/>
    <w:rsid w:val="004240B0"/>
    <w:rsid w:val="00425E6E"/>
    <w:rsid w:val="004311DB"/>
    <w:rsid w:val="00432C3E"/>
    <w:rsid w:val="00437E07"/>
    <w:rsid w:val="00440B9B"/>
    <w:rsid w:val="0044351B"/>
    <w:rsid w:val="004439E7"/>
    <w:rsid w:val="00444277"/>
    <w:rsid w:val="00451CEA"/>
    <w:rsid w:val="00452B2B"/>
    <w:rsid w:val="00456832"/>
    <w:rsid w:val="00461851"/>
    <w:rsid w:val="00463BA5"/>
    <w:rsid w:val="0046488F"/>
    <w:rsid w:val="00465531"/>
    <w:rsid w:val="004656C2"/>
    <w:rsid w:val="00466CB5"/>
    <w:rsid w:val="00472D5D"/>
    <w:rsid w:val="00472DFF"/>
    <w:rsid w:val="0047496D"/>
    <w:rsid w:val="0047581E"/>
    <w:rsid w:val="00475F99"/>
    <w:rsid w:val="00477E8A"/>
    <w:rsid w:val="00481770"/>
    <w:rsid w:val="00483551"/>
    <w:rsid w:val="004848B7"/>
    <w:rsid w:val="004A0419"/>
    <w:rsid w:val="004A0786"/>
    <w:rsid w:val="004A12E1"/>
    <w:rsid w:val="004A33A1"/>
    <w:rsid w:val="004B2FCB"/>
    <w:rsid w:val="004B3F22"/>
    <w:rsid w:val="004B4228"/>
    <w:rsid w:val="004B4AEA"/>
    <w:rsid w:val="004B5E68"/>
    <w:rsid w:val="004B61E0"/>
    <w:rsid w:val="004C1301"/>
    <w:rsid w:val="004C3CA6"/>
    <w:rsid w:val="004C476F"/>
    <w:rsid w:val="004C4EFA"/>
    <w:rsid w:val="004D0495"/>
    <w:rsid w:val="004D2987"/>
    <w:rsid w:val="004D7433"/>
    <w:rsid w:val="004E0E29"/>
    <w:rsid w:val="004F0CC4"/>
    <w:rsid w:val="004F107D"/>
    <w:rsid w:val="004F30EE"/>
    <w:rsid w:val="004F71B0"/>
    <w:rsid w:val="00500537"/>
    <w:rsid w:val="00500C31"/>
    <w:rsid w:val="005016CA"/>
    <w:rsid w:val="00511CFD"/>
    <w:rsid w:val="00514EAF"/>
    <w:rsid w:val="00517E24"/>
    <w:rsid w:val="005275A9"/>
    <w:rsid w:val="005322BC"/>
    <w:rsid w:val="0053245D"/>
    <w:rsid w:val="00532923"/>
    <w:rsid w:val="00532DE5"/>
    <w:rsid w:val="00533B32"/>
    <w:rsid w:val="00533C2E"/>
    <w:rsid w:val="0053710E"/>
    <w:rsid w:val="00537349"/>
    <w:rsid w:val="00537680"/>
    <w:rsid w:val="005404AA"/>
    <w:rsid w:val="00540576"/>
    <w:rsid w:val="00543D66"/>
    <w:rsid w:val="00550C7E"/>
    <w:rsid w:val="00551465"/>
    <w:rsid w:val="00552B3C"/>
    <w:rsid w:val="0055360D"/>
    <w:rsid w:val="005550F0"/>
    <w:rsid w:val="00555C85"/>
    <w:rsid w:val="00557FA2"/>
    <w:rsid w:val="005609CC"/>
    <w:rsid w:val="00560EE0"/>
    <w:rsid w:val="005621B4"/>
    <w:rsid w:val="00565268"/>
    <w:rsid w:val="00572868"/>
    <w:rsid w:val="00573C28"/>
    <w:rsid w:val="0057432B"/>
    <w:rsid w:val="0058005B"/>
    <w:rsid w:val="00583344"/>
    <w:rsid w:val="0058623A"/>
    <w:rsid w:val="00596E8F"/>
    <w:rsid w:val="005A6BC0"/>
    <w:rsid w:val="005C1F66"/>
    <w:rsid w:val="005C2849"/>
    <w:rsid w:val="005C4991"/>
    <w:rsid w:val="005C4E4A"/>
    <w:rsid w:val="005D10AD"/>
    <w:rsid w:val="005D53A5"/>
    <w:rsid w:val="005D5CB0"/>
    <w:rsid w:val="005D62CE"/>
    <w:rsid w:val="005D6866"/>
    <w:rsid w:val="005E1A93"/>
    <w:rsid w:val="005E23F1"/>
    <w:rsid w:val="005E3282"/>
    <w:rsid w:val="005E3DF8"/>
    <w:rsid w:val="005E584A"/>
    <w:rsid w:val="005E7073"/>
    <w:rsid w:val="005F18CD"/>
    <w:rsid w:val="005F4D8F"/>
    <w:rsid w:val="005F6D0C"/>
    <w:rsid w:val="005F7543"/>
    <w:rsid w:val="00600E13"/>
    <w:rsid w:val="00602B2F"/>
    <w:rsid w:val="00603E19"/>
    <w:rsid w:val="0060611E"/>
    <w:rsid w:val="00612169"/>
    <w:rsid w:val="00620476"/>
    <w:rsid w:val="0062614B"/>
    <w:rsid w:val="00630123"/>
    <w:rsid w:val="0063327A"/>
    <w:rsid w:val="00634274"/>
    <w:rsid w:val="006368ED"/>
    <w:rsid w:val="0064296C"/>
    <w:rsid w:val="00646D7F"/>
    <w:rsid w:val="00650A2C"/>
    <w:rsid w:val="00651050"/>
    <w:rsid w:val="00651477"/>
    <w:rsid w:val="00651F5E"/>
    <w:rsid w:val="0065514E"/>
    <w:rsid w:val="00655A04"/>
    <w:rsid w:val="00661133"/>
    <w:rsid w:val="0066347D"/>
    <w:rsid w:val="00672A63"/>
    <w:rsid w:val="00672BDC"/>
    <w:rsid w:val="006744BF"/>
    <w:rsid w:val="006778AE"/>
    <w:rsid w:val="006817D2"/>
    <w:rsid w:val="00683454"/>
    <w:rsid w:val="00685CFC"/>
    <w:rsid w:val="006866B6"/>
    <w:rsid w:val="00687329"/>
    <w:rsid w:val="0069085F"/>
    <w:rsid w:val="00693245"/>
    <w:rsid w:val="006A44F1"/>
    <w:rsid w:val="006A6012"/>
    <w:rsid w:val="006A6DDC"/>
    <w:rsid w:val="006A7632"/>
    <w:rsid w:val="006B05F3"/>
    <w:rsid w:val="006B09DF"/>
    <w:rsid w:val="006B0C28"/>
    <w:rsid w:val="006B2599"/>
    <w:rsid w:val="006B3223"/>
    <w:rsid w:val="006B6C2B"/>
    <w:rsid w:val="006C1E87"/>
    <w:rsid w:val="006C2025"/>
    <w:rsid w:val="006C3044"/>
    <w:rsid w:val="006C6763"/>
    <w:rsid w:val="006D2847"/>
    <w:rsid w:val="006D3A70"/>
    <w:rsid w:val="006D4B5D"/>
    <w:rsid w:val="006F3DB7"/>
    <w:rsid w:val="00705510"/>
    <w:rsid w:val="00705B73"/>
    <w:rsid w:val="00712EBB"/>
    <w:rsid w:val="00715C48"/>
    <w:rsid w:val="00721573"/>
    <w:rsid w:val="00723522"/>
    <w:rsid w:val="00724552"/>
    <w:rsid w:val="00727CE4"/>
    <w:rsid w:val="007349F7"/>
    <w:rsid w:val="00735764"/>
    <w:rsid w:val="007363AF"/>
    <w:rsid w:val="00741426"/>
    <w:rsid w:val="007415D0"/>
    <w:rsid w:val="007524DD"/>
    <w:rsid w:val="00752D8B"/>
    <w:rsid w:val="007538BF"/>
    <w:rsid w:val="007604F2"/>
    <w:rsid w:val="0076126E"/>
    <w:rsid w:val="00762289"/>
    <w:rsid w:val="00762F7F"/>
    <w:rsid w:val="00766433"/>
    <w:rsid w:val="007729A6"/>
    <w:rsid w:val="00773380"/>
    <w:rsid w:val="00773A8D"/>
    <w:rsid w:val="0077490E"/>
    <w:rsid w:val="00795018"/>
    <w:rsid w:val="00796821"/>
    <w:rsid w:val="007B0A57"/>
    <w:rsid w:val="007B2615"/>
    <w:rsid w:val="007B6589"/>
    <w:rsid w:val="007B68CB"/>
    <w:rsid w:val="007B6BF7"/>
    <w:rsid w:val="007C0FB8"/>
    <w:rsid w:val="007C1101"/>
    <w:rsid w:val="007C3CD9"/>
    <w:rsid w:val="007C45E8"/>
    <w:rsid w:val="007C488A"/>
    <w:rsid w:val="007E117C"/>
    <w:rsid w:val="007E42EF"/>
    <w:rsid w:val="007E461D"/>
    <w:rsid w:val="007E562F"/>
    <w:rsid w:val="007E609A"/>
    <w:rsid w:val="007E6621"/>
    <w:rsid w:val="007F030A"/>
    <w:rsid w:val="007F0F84"/>
    <w:rsid w:val="007F6B75"/>
    <w:rsid w:val="008011DF"/>
    <w:rsid w:val="008061F7"/>
    <w:rsid w:val="00811418"/>
    <w:rsid w:val="00813C35"/>
    <w:rsid w:val="00814282"/>
    <w:rsid w:val="00816AA8"/>
    <w:rsid w:val="00820251"/>
    <w:rsid w:val="008266CC"/>
    <w:rsid w:val="00831C67"/>
    <w:rsid w:val="00834D54"/>
    <w:rsid w:val="00834E34"/>
    <w:rsid w:val="0083576E"/>
    <w:rsid w:val="00835D3E"/>
    <w:rsid w:val="00836398"/>
    <w:rsid w:val="008365CE"/>
    <w:rsid w:val="00837B86"/>
    <w:rsid w:val="00841247"/>
    <w:rsid w:val="008532AC"/>
    <w:rsid w:val="00856F6B"/>
    <w:rsid w:val="00861D39"/>
    <w:rsid w:val="00866714"/>
    <w:rsid w:val="00870089"/>
    <w:rsid w:val="00875478"/>
    <w:rsid w:val="00875F44"/>
    <w:rsid w:val="00877D0E"/>
    <w:rsid w:val="00881618"/>
    <w:rsid w:val="0088743C"/>
    <w:rsid w:val="00890307"/>
    <w:rsid w:val="008905EF"/>
    <w:rsid w:val="00890D30"/>
    <w:rsid w:val="008917A0"/>
    <w:rsid w:val="00891E2D"/>
    <w:rsid w:val="00892DAC"/>
    <w:rsid w:val="008A0D4C"/>
    <w:rsid w:val="008A4C22"/>
    <w:rsid w:val="008A55C6"/>
    <w:rsid w:val="008A758D"/>
    <w:rsid w:val="008A76CB"/>
    <w:rsid w:val="008B1388"/>
    <w:rsid w:val="008C0481"/>
    <w:rsid w:val="008D62C0"/>
    <w:rsid w:val="008F08BE"/>
    <w:rsid w:val="008F1679"/>
    <w:rsid w:val="008F179B"/>
    <w:rsid w:val="00904C34"/>
    <w:rsid w:val="00911309"/>
    <w:rsid w:val="00912E45"/>
    <w:rsid w:val="00920A53"/>
    <w:rsid w:val="00931D9B"/>
    <w:rsid w:val="00932EB4"/>
    <w:rsid w:val="0093354C"/>
    <w:rsid w:val="00933F50"/>
    <w:rsid w:val="00941E02"/>
    <w:rsid w:val="00943CBE"/>
    <w:rsid w:val="009441D2"/>
    <w:rsid w:val="00946707"/>
    <w:rsid w:val="00952B1F"/>
    <w:rsid w:val="00954D2C"/>
    <w:rsid w:val="00957046"/>
    <w:rsid w:val="00971A92"/>
    <w:rsid w:val="00973AD3"/>
    <w:rsid w:val="00980486"/>
    <w:rsid w:val="009805BC"/>
    <w:rsid w:val="00980A25"/>
    <w:rsid w:val="0098372B"/>
    <w:rsid w:val="009857E8"/>
    <w:rsid w:val="00990327"/>
    <w:rsid w:val="009931B8"/>
    <w:rsid w:val="00994A45"/>
    <w:rsid w:val="0099605E"/>
    <w:rsid w:val="009A30BE"/>
    <w:rsid w:val="009B5595"/>
    <w:rsid w:val="009B5966"/>
    <w:rsid w:val="009C1043"/>
    <w:rsid w:val="009C401B"/>
    <w:rsid w:val="009C5193"/>
    <w:rsid w:val="009C613E"/>
    <w:rsid w:val="009C64B7"/>
    <w:rsid w:val="009C691C"/>
    <w:rsid w:val="009C6DC0"/>
    <w:rsid w:val="009C7B62"/>
    <w:rsid w:val="009C7C5C"/>
    <w:rsid w:val="009D335E"/>
    <w:rsid w:val="009D76E5"/>
    <w:rsid w:val="009F0A34"/>
    <w:rsid w:val="009F5485"/>
    <w:rsid w:val="009F7F91"/>
    <w:rsid w:val="00A03B23"/>
    <w:rsid w:val="00A10CCF"/>
    <w:rsid w:val="00A123C1"/>
    <w:rsid w:val="00A20560"/>
    <w:rsid w:val="00A20A66"/>
    <w:rsid w:val="00A20F00"/>
    <w:rsid w:val="00A27A83"/>
    <w:rsid w:val="00A34094"/>
    <w:rsid w:val="00A35A69"/>
    <w:rsid w:val="00A37332"/>
    <w:rsid w:val="00A37398"/>
    <w:rsid w:val="00A41E02"/>
    <w:rsid w:val="00A44251"/>
    <w:rsid w:val="00A45DEE"/>
    <w:rsid w:val="00A50AAA"/>
    <w:rsid w:val="00A52351"/>
    <w:rsid w:val="00A5595C"/>
    <w:rsid w:val="00A60F64"/>
    <w:rsid w:val="00A66758"/>
    <w:rsid w:val="00A71ABB"/>
    <w:rsid w:val="00A73AAA"/>
    <w:rsid w:val="00A75E83"/>
    <w:rsid w:val="00A80FEE"/>
    <w:rsid w:val="00A8195A"/>
    <w:rsid w:val="00A857C7"/>
    <w:rsid w:val="00A86425"/>
    <w:rsid w:val="00A93FBC"/>
    <w:rsid w:val="00AA14F6"/>
    <w:rsid w:val="00AA2AD6"/>
    <w:rsid w:val="00AA353E"/>
    <w:rsid w:val="00AA41CD"/>
    <w:rsid w:val="00AA6DED"/>
    <w:rsid w:val="00AA7531"/>
    <w:rsid w:val="00AB7158"/>
    <w:rsid w:val="00AD2801"/>
    <w:rsid w:val="00AD3521"/>
    <w:rsid w:val="00AD7094"/>
    <w:rsid w:val="00AD73B9"/>
    <w:rsid w:val="00AD7BF6"/>
    <w:rsid w:val="00AE3921"/>
    <w:rsid w:val="00AE7BCF"/>
    <w:rsid w:val="00AF35D0"/>
    <w:rsid w:val="00AF3D6C"/>
    <w:rsid w:val="00AF45F2"/>
    <w:rsid w:val="00AF5BB1"/>
    <w:rsid w:val="00AF6F3E"/>
    <w:rsid w:val="00B03295"/>
    <w:rsid w:val="00B038F4"/>
    <w:rsid w:val="00B05189"/>
    <w:rsid w:val="00B05538"/>
    <w:rsid w:val="00B07945"/>
    <w:rsid w:val="00B10125"/>
    <w:rsid w:val="00B11911"/>
    <w:rsid w:val="00B13869"/>
    <w:rsid w:val="00B172E8"/>
    <w:rsid w:val="00B17655"/>
    <w:rsid w:val="00B259D6"/>
    <w:rsid w:val="00B25B04"/>
    <w:rsid w:val="00B306D7"/>
    <w:rsid w:val="00B3119F"/>
    <w:rsid w:val="00B31406"/>
    <w:rsid w:val="00B32672"/>
    <w:rsid w:val="00B35100"/>
    <w:rsid w:val="00B40E75"/>
    <w:rsid w:val="00B41EC3"/>
    <w:rsid w:val="00B4266F"/>
    <w:rsid w:val="00B427B4"/>
    <w:rsid w:val="00B452B3"/>
    <w:rsid w:val="00B476CB"/>
    <w:rsid w:val="00B47B01"/>
    <w:rsid w:val="00B53447"/>
    <w:rsid w:val="00B66B9D"/>
    <w:rsid w:val="00B67EFE"/>
    <w:rsid w:val="00B7117D"/>
    <w:rsid w:val="00B71D6D"/>
    <w:rsid w:val="00B72CD8"/>
    <w:rsid w:val="00B739C6"/>
    <w:rsid w:val="00B76C19"/>
    <w:rsid w:val="00B76F87"/>
    <w:rsid w:val="00B77A7C"/>
    <w:rsid w:val="00B810AF"/>
    <w:rsid w:val="00B83B6F"/>
    <w:rsid w:val="00B90811"/>
    <w:rsid w:val="00B91FAA"/>
    <w:rsid w:val="00B9481C"/>
    <w:rsid w:val="00BA092D"/>
    <w:rsid w:val="00BA3351"/>
    <w:rsid w:val="00BA3443"/>
    <w:rsid w:val="00BA57F2"/>
    <w:rsid w:val="00BB132E"/>
    <w:rsid w:val="00BB1F57"/>
    <w:rsid w:val="00BB4429"/>
    <w:rsid w:val="00BB7916"/>
    <w:rsid w:val="00BC1C44"/>
    <w:rsid w:val="00BD2AA6"/>
    <w:rsid w:val="00BE1715"/>
    <w:rsid w:val="00BE2328"/>
    <w:rsid w:val="00BE3ADD"/>
    <w:rsid w:val="00BE3E73"/>
    <w:rsid w:val="00BF0AF6"/>
    <w:rsid w:val="00BF0EF5"/>
    <w:rsid w:val="00C01A6F"/>
    <w:rsid w:val="00C276B3"/>
    <w:rsid w:val="00C27F27"/>
    <w:rsid w:val="00C33679"/>
    <w:rsid w:val="00C36853"/>
    <w:rsid w:val="00C36D8C"/>
    <w:rsid w:val="00C42684"/>
    <w:rsid w:val="00C46FD3"/>
    <w:rsid w:val="00C52879"/>
    <w:rsid w:val="00C533F8"/>
    <w:rsid w:val="00C53E90"/>
    <w:rsid w:val="00C5414E"/>
    <w:rsid w:val="00C54CD6"/>
    <w:rsid w:val="00C5703F"/>
    <w:rsid w:val="00C6003C"/>
    <w:rsid w:val="00C6483A"/>
    <w:rsid w:val="00C65A71"/>
    <w:rsid w:val="00C65CAA"/>
    <w:rsid w:val="00C65FE5"/>
    <w:rsid w:val="00C67929"/>
    <w:rsid w:val="00C70738"/>
    <w:rsid w:val="00C717C2"/>
    <w:rsid w:val="00C83CAC"/>
    <w:rsid w:val="00C85D32"/>
    <w:rsid w:val="00C87FFA"/>
    <w:rsid w:val="00C9303C"/>
    <w:rsid w:val="00C96AB0"/>
    <w:rsid w:val="00CA021E"/>
    <w:rsid w:val="00CA06DF"/>
    <w:rsid w:val="00CA1682"/>
    <w:rsid w:val="00CA2D20"/>
    <w:rsid w:val="00CA337C"/>
    <w:rsid w:val="00CA5D30"/>
    <w:rsid w:val="00CB0C9E"/>
    <w:rsid w:val="00CB42E4"/>
    <w:rsid w:val="00CB573C"/>
    <w:rsid w:val="00CB7347"/>
    <w:rsid w:val="00CB7D67"/>
    <w:rsid w:val="00CC0616"/>
    <w:rsid w:val="00CC0FCF"/>
    <w:rsid w:val="00CC22F9"/>
    <w:rsid w:val="00CC36C9"/>
    <w:rsid w:val="00CD0899"/>
    <w:rsid w:val="00CD0A42"/>
    <w:rsid w:val="00CD1180"/>
    <w:rsid w:val="00CD3A75"/>
    <w:rsid w:val="00CD4DDB"/>
    <w:rsid w:val="00CE29BF"/>
    <w:rsid w:val="00CE2C13"/>
    <w:rsid w:val="00CE3E9F"/>
    <w:rsid w:val="00CE58D9"/>
    <w:rsid w:val="00CE5A92"/>
    <w:rsid w:val="00CE7866"/>
    <w:rsid w:val="00CF0423"/>
    <w:rsid w:val="00CF2918"/>
    <w:rsid w:val="00CF2D10"/>
    <w:rsid w:val="00D005BD"/>
    <w:rsid w:val="00D007CB"/>
    <w:rsid w:val="00D03184"/>
    <w:rsid w:val="00D07C35"/>
    <w:rsid w:val="00D13C63"/>
    <w:rsid w:val="00D146D8"/>
    <w:rsid w:val="00D14D2B"/>
    <w:rsid w:val="00D40DAA"/>
    <w:rsid w:val="00D41532"/>
    <w:rsid w:val="00D46CF7"/>
    <w:rsid w:val="00D55252"/>
    <w:rsid w:val="00D563C3"/>
    <w:rsid w:val="00D61B52"/>
    <w:rsid w:val="00D642DB"/>
    <w:rsid w:val="00D6484D"/>
    <w:rsid w:val="00D64B70"/>
    <w:rsid w:val="00D71E03"/>
    <w:rsid w:val="00D80FF2"/>
    <w:rsid w:val="00D85F13"/>
    <w:rsid w:val="00D90C67"/>
    <w:rsid w:val="00D90E55"/>
    <w:rsid w:val="00D95B8E"/>
    <w:rsid w:val="00D96993"/>
    <w:rsid w:val="00DB219F"/>
    <w:rsid w:val="00DB7356"/>
    <w:rsid w:val="00DC2CF9"/>
    <w:rsid w:val="00DC674A"/>
    <w:rsid w:val="00DC7C6F"/>
    <w:rsid w:val="00DD15D4"/>
    <w:rsid w:val="00DD34C0"/>
    <w:rsid w:val="00DD3884"/>
    <w:rsid w:val="00DD3907"/>
    <w:rsid w:val="00DD3CDA"/>
    <w:rsid w:val="00DD7B95"/>
    <w:rsid w:val="00DD7E95"/>
    <w:rsid w:val="00DE398D"/>
    <w:rsid w:val="00DE7199"/>
    <w:rsid w:val="00DF214B"/>
    <w:rsid w:val="00DF4EED"/>
    <w:rsid w:val="00E00192"/>
    <w:rsid w:val="00E01E6E"/>
    <w:rsid w:val="00E04E4F"/>
    <w:rsid w:val="00E07972"/>
    <w:rsid w:val="00E13BA7"/>
    <w:rsid w:val="00E160F9"/>
    <w:rsid w:val="00E25AC8"/>
    <w:rsid w:val="00E26DF4"/>
    <w:rsid w:val="00E27037"/>
    <w:rsid w:val="00E272AA"/>
    <w:rsid w:val="00E27980"/>
    <w:rsid w:val="00E31298"/>
    <w:rsid w:val="00E33173"/>
    <w:rsid w:val="00E461E9"/>
    <w:rsid w:val="00E4630C"/>
    <w:rsid w:val="00E50701"/>
    <w:rsid w:val="00E51EAD"/>
    <w:rsid w:val="00E53AFE"/>
    <w:rsid w:val="00E74813"/>
    <w:rsid w:val="00E77287"/>
    <w:rsid w:val="00E81AB1"/>
    <w:rsid w:val="00E87E47"/>
    <w:rsid w:val="00E944CD"/>
    <w:rsid w:val="00E962A9"/>
    <w:rsid w:val="00EA0C83"/>
    <w:rsid w:val="00EA5D40"/>
    <w:rsid w:val="00EA7A2D"/>
    <w:rsid w:val="00EA7AB1"/>
    <w:rsid w:val="00EA7E72"/>
    <w:rsid w:val="00EB0FF7"/>
    <w:rsid w:val="00EB22EE"/>
    <w:rsid w:val="00EB5717"/>
    <w:rsid w:val="00EB7420"/>
    <w:rsid w:val="00EC0930"/>
    <w:rsid w:val="00EC3EB5"/>
    <w:rsid w:val="00EC56B0"/>
    <w:rsid w:val="00EC6B10"/>
    <w:rsid w:val="00ED1AB9"/>
    <w:rsid w:val="00ED2291"/>
    <w:rsid w:val="00ED3ACD"/>
    <w:rsid w:val="00ED492F"/>
    <w:rsid w:val="00EE655A"/>
    <w:rsid w:val="00EE6CCB"/>
    <w:rsid w:val="00EE7821"/>
    <w:rsid w:val="00EF0509"/>
    <w:rsid w:val="00EF2A45"/>
    <w:rsid w:val="00F0689B"/>
    <w:rsid w:val="00F072D2"/>
    <w:rsid w:val="00F17ADE"/>
    <w:rsid w:val="00F2199C"/>
    <w:rsid w:val="00F23654"/>
    <w:rsid w:val="00F301B3"/>
    <w:rsid w:val="00F31E69"/>
    <w:rsid w:val="00F32292"/>
    <w:rsid w:val="00F32AFF"/>
    <w:rsid w:val="00F33032"/>
    <w:rsid w:val="00F40B3F"/>
    <w:rsid w:val="00F40DF2"/>
    <w:rsid w:val="00F423B4"/>
    <w:rsid w:val="00F4264B"/>
    <w:rsid w:val="00F5214F"/>
    <w:rsid w:val="00F536FB"/>
    <w:rsid w:val="00F5612C"/>
    <w:rsid w:val="00F5799D"/>
    <w:rsid w:val="00F62E1E"/>
    <w:rsid w:val="00F6635F"/>
    <w:rsid w:val="00F71E79"/>
    <w:rsid w:val="00F72E00"/>
    <w:rsid w:val="00F73FDD"/>
    <w:rsid w:val="00F7490D"/>
    <w:rsid w:val="00F8168F"/>
    <w:rsid w:val="00F81B53"/>
    <w:rsid w:val="00F85F5F"/>
    <w:rsid w:val="00F87889"/>
    <w:rsid w:val="00F90246"/>
    <w:rsid w:val="00F929FE"/>
    <w:rsid w:val="00FA08E3"/>
    <w:rsid w:val="00FA0C10"/>
    <w:rsid w:val="00FA52C1"/>
    <w:rsid w:val="00FB4182"/>
    <w:rsid w:val="00FB452A"/>
    <w:rsid w:val="00FB5259"/>
    <w:rsid w:val="00FC758C"/>
    <w:rsid w:val="00FC78F8"/>
    <w:rsid w:val="00FD3AB8"/>
    <w:rsid w:val="00FD3AF7"/>
    <w:rsid w:val="00FD4253"/>
    <w:rsid w:val="00FE031B"/>
    <w:rsid w:val="00FE432C"/>
    <w:rsid w:val="00FF19D9"/>
    <w:rsid w:val="00FF5336"/>
    <w:rsid w:val="00FF70E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2350DD"/>
  <w15:docId w15:val="{1871FE03-4ED3-4EC0-873B-527395D9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aliases w:val="Nadpis,1,n1"/>
    <w:basedOn w:val="Normln"/>
    <w:next w:val="Normln"/>
    <w:qFormat/>
    <w:rsid w:val="00161E6A"/>
    <w:pPr>
      <w:keepNext/>
      <w:numPr>
        <w:numId w:val="3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CB0C9E"/>
    <w:pPr>
      <w:keepNext/>
      <w:numPr>
        <w:ilvl w:val="1"/>
        <w:numId w:val="3"/>
      </w:numPr>
      <w:tabs>
        <w:tab w:val="left" w:pos="862"/>
      </w:tabs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qFormat/>
    <w:rsid w:val="00CB0C9E"/>
    <w:pPr>
      <w:keepNext/>
      <w:numPr>
        <w:ilvl w:val="2"/>
        <w:numId w:val="3"/>
      </w:numPr>
      <w:spacing w:before="200" w:after="200" w:line="288" w:lineRule="auto"/>
      <w:outlineLvl w:val="2"/>
    </w:pPr>
    <w:rPr>
      <w:rFonts w:cs="Arial"/>
      <w:b/>
      <w:bCs/>
      <w:caps/>
      <w:sz w:val="22"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3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3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3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3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3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3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2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C36D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B65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658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658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65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6589"/>
    <w:rPr>
      <w:b/>
      <w:bCs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31A0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31A00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310B80"/>
    <w:pPr>
      <w:tabs>
        <w:tab w:val="left" w:pos="360"/>
      </w:tabs>
      <w:ind w:left="360" w:hanging="360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310B80"/>
  </w:style>
  <w:style w:type="character" w:styleId="Znakapoznpodarou">
    <w:name w:val="footnote reference"/>
    <w:basedOn w:val="Standardnpsmoodstavce"/>
    <w:semiHidden/>
    <w:rsid w:val="00310B80"/>
    <w:rPr>
      <w:vertAlign w:val="superscript"/>
    </w:rPr>
  </w:style>
  <w:style w:type="paragraph" w:customStyle="1" w:styleId="Styl1">
    <w:name w:val="Styl1"/>
    <w:basedOn w:val="Nadpis3"/>
    <w:qFormat/>
    <w:rsid w:val="00946707"/>
    <w:pPr>
      <w:numPr>
        <w:ilvl w:val="0"/>
        <w:numId w:val="5"/>
      </w:numPr>
    </w:pPr>
    <w:rPr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6707"/>
  </w:style>
  <w:style w:type="paragraph" w:customStyle="1" w:styleId="Normln0">
    <w:name w:val="Norm‡ln’"/>
    <w:rsid w:val="00141C24"/>
    <w:pPr>
      <w:jc w:val="both"/>
    </w:pPr>
    <w:rPr>
      <w:sz w:val="22"/>
    </w:rPr>
  </w:style>
  <w:style w:type="paragraph" w:customStyle="1" w:styleId="Vchoz">
    <w:name w:val="_Výchozí"/>
    <w:rsid w:val="00EE655A"/>
    <w:pPr>
      <w:spacing w:after="60"/>
      <w:jc w:val="both"/>
    </w:pPr>
    <w:rPr>
      <w:rFonts w:ascii="Times New Roman" w:hAnsi="Times New Roman"/>
      <w:sz w:val="24"/>
      <w:szCs w:val="24"/>
    </w:rPr>
  </w:style>
  <w:style w:type="paragraph" w:customStyle="1" w:styleId="StylNadpis1nenTunZarovnatdobloku">
    <w:name w:val="Styl Nadpis 1 + není Tučné Zarovnat do bloku"/>
    <w:basedOn w:val="Nadpis1"/>
    <w:rsid w:val="00EE655A"/>
    <w:pPr>
      <w:tabs>
        <w:tab w:val="left" w:pos="0"/>
      </w:tabs>
      <w:spacing w:before="0" w:after="0"/>
      <w:ind w:left="431" w:hanging="431"/>
    </w:pPr>
    <w:rPr>
      <w:rFonts w:ascii="Times New Roman" w:hAnsi="Times New Roman"/>
      <w:b w:val="0"/>
      <w:bCs w:val="0"/>
      <w:caps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34D61-0BF4-4227-8DEA-F57D03DA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</TotalTime>
  <Pages>3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DUR A Úvodní údaje, identifikace</vt:lpstr>
    </vt:vector>
  </TitlesOfParts>
  <Company>Sweco Hydroprojekt a.s.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 A Úvodní údaje, identifikace</dc:title>
  <dc:creator>Sweco Hydroprojekt a.s.</dc:creator>
  <cp:lastModifiedBy>Jiří Sobol</cp:lastModifiedBy>
  <cp:revision>3</cp:revision>
  <cp:lastPrinted>2021-12-22T06:16:00Z</cp:lastPrinted>
  <dcterms:created xsi:type="dcterms:W3CDTF">2025-08-28T18:48:00Z</dcterms:created>
  <dcterms:modified xsi:type="dcterms:W3CDTF">2025-08-28T18:48:00Z</dcterms:modified>
</cp:coreProperties>
</file>